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821"/>
        <w:gridCol w:w="6989"/>
        <w:gridCol w:w="1963"/>
      </w:tblGrid>
      <w:tr w:rsidR="0010094F" w:rsidTr="0010094F">
        <w:trPr>
          <w:trHeight w:val="454"/>
          <w:jc w:val="center"/>
        </w:trPr>
        <w:tc>
          <w:tcPr>
            <w:tcW w:w="8810" w:type="dxa"/>
            <w:gridSpan w:val="2"/>
            <w:vAlign w:val="center"/>
          </w:tcPr>
          <w:p w:rsidR="0010094F" w:rsidRPr="00B21C46" w:rsidRDefault="00B071CC" w:rsidP="007A13B6">
            <w:pPr>
              <w:pStyle w:val="En-tte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color w:val="FF0000"/>
                <w:sz w:val="36"/>
              </w:rPr>
              <w:t>Innovation Technologique</w:t>
            </w:r>
          </w:p>
        </w:tc>
        <w:tc>
          <w:tcPr>
            <w:tcW w:w="1963" w:type="dxa"/>
            <w:vAlign w:val="center"/>
          </w:tcPr>
          <w:p w:rsidR="0010094F" w:rsidRDefault="0010094F" w:rsidP="007A13B6">
            <w:pPr>
              <w:pStyle w:val="En-tte"/>
              <w:jc w:val="center"/>
              <w:rPr>
                <w:b/>
              </w:rPr>
            </w:pPr>
            <w:r>
              <w:rPr>
                <w:b/>
              </w:rPr>
              <w:t>1° STI2D</w:t>
            </w:r>
          </w:p>
          <w:p w:rsidR="0010094F" w:rsidRPr="003D0E61" w:rsidRDefault="0010094F" w:rsidP="007A13B6">
            <w:pPr>
              <w:pStyle w:val="En-tte"/>
              <w:jc w:val="center"/>
              <w:rPr>
                <w:rFonts w:ascii="Comic Sans MS" w:hAnsi="Comic Sans MS"/>
                <w:b/>
              </w:rPr>
            </w:pPr>
          </w:p>
        </w:tc>
      </w:tr>
      <w:tr w:rsidR="0010094F" w:rsidTr="0010094F">
        <w:trPr>
          <w:jc w:val="center"/>
        </w:trPr>
        <w:tc>
          <w:tcPr>
            <w:tcW w:w="1821" w:type="dxa"/>
            <w:vMerge w:val="restart"/>
            <w:vAlign w:val="center"/>
          </w:tcPr>
          <w:p w:rsidR="0010094F" w:rsidRPr="001B6658" w:rsidRDefault="0010094F" w:rsidP="007A13B6">
            <w:pPr>
              <w:pStyle w:val="En-tte"/>
              <w:jc w:val="center"/>
            </w:pPr>
            <w:r w:rsidRPr="002D50A1"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 wp14:anchorId="12621B7F" wp14:editId="58C5836B">
                  <wp:extent cx="637287" cy="408712"/>
                  <wp:effectExtent l="0" t="0" r="0" b="0"/>
                  <wp:docPr id="8" name="Image 8" descr="D:\Cours\Année 2019-2020\1STI2D\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Cours\Année 2019-2020\1STI2D\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048" cy="45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9" w:type="dxa"/>
            <w:vAlign w:val="center"/>
          </w:tcPr>
          <w:p w:rsidR="0010094F" w:rsidRPr="00B21C46" w:rsidRDefault="000B4D82" w:rsidP="007A13B6">
            <w:pPr>
              <w:pStyle w:val="En-tte"/>
              <w:jc w:val="center"/>
              <w:rPr>
                <w:rFonts w:ascii="Arial" w:hAnsi="Arial" w:cs="Arial"/>
              </w:rPr>
            </w:pPr>
            <w:r w:rsidRPr="000B4D82">
              <w:rPr>
                <w:color w:val="1F497D" w:themeColor="text2"/>
                <w:sz w:val="28"/>
              </w:rPr>
              <w:t>Comment décrire un système ?</w:t>
            </w:r>
          </w:p>
        </w:tc>
        <w:tc>
          <w:tcPr>
            <w:tcW w:w="1963" w:type="dxa"/>
            <w:vAlign w:val="center"/>
          </w:tcPr>
          <w:p w:rsidR="0010094F" w:rsidRPr="00034DB3" w:rsidRDefault="0010094F" w:rsidP="0031263C">
            <w:pPr>
              <w:pStyle w:val="En-tte"/>
              <w:jc w:val="center"/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 xml:space="preserve">SÉANCE </w:t>
            </w:r>
            <w:r w:rsidR="00AC26F0">
              <w:rPr>
                <w:rFonts w:ascii="Comic Sans MS" w:hAnsi="Comic Sans MS"/>
                <w:b/>
                <w:sz w:val="22"/>
              </w:rPr>
              <w:t>4</w:t>
            </w:r>
          </w:p>
        </w:tc>
      </w:tr>
      <w:tr w:rsidR="0010094F" w:rsidTr="0010094F">
        <w:trPr>
          <w:jc w:val="center"/>
        </w:trPr>
        <w:tc>
          <w:tcPr>
            <w:tcW w:w="1821" w:type="dxa"/>
            <w:vMerge/>
            <w:vAlign w:val="center"/>
          </w:tcPr>
          <w:p w:rsidR="0010094F" w:rsidRDefault="0010094F" w:rsidP="007A13B6">
            <w:pPr>
              <w:pStyle w:val="En-tte"/>
              <w:jc w:val="center"/>
            </w:pPr>
          </w:p>
        </w:tc>
        <w:tc>
          <w:tcPr>
            <w:tcW w:w="6989" w:type="dxa"/>
            <w:vAlign w:val="center"/>
          </w:tcPr>
          <w:p w:rsidR="0010094F" w:rsidRDefault="007F0852" w:rsidP="007F0852">
            <w:pPr>
              <w:pStyle w:val="En-tte"/>
              <w:jc w:val="center"/>
            </w:pPr>
            <w:r w:rsidRPr="007F0852">
              <w:rPr>
                <w:b/>
                <w:bCs/>
                <w:sz w:val="36"/>
                <w:szCs w:val="36"/>
              </w:rPr>
              <w:t>Facteur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7F0852">
              <w:rPr>
                <w:b/>
                <w:bCs/>
                <w:sz w:val="36"/>
                <w:szCs w:val="36"/>
              </w:rPr>
              <w:t>lumière du jour</w:t>
            </w:r>
          </w:p>
        </w:tc>
        <w:tc>
          <w:tcPr>
            <w:tcW w:w="1963" w:type="dxa"/>
            <w:vAlign w:val="center"/>
          </w:tcPr>
          <w:p w:rsidR="0010094F" w:rsidRDefault="00E06671" w:rsidP="0031263C">
            <w:pPr>
              <w:pStyle w:val="En-tte"/>
              <w:jc w:val="center"/>
            </w:pPr>
            <w:r>
              <w:t>A</w:t>
            </w:r>
            <w:r w:rsidR="00D544EF">
              <w:t xml:space="preserve">ctivité </w:t>
            </w:r>
            <w:r w:rsidR="007F0852">
              <w:t>2</w:t>
            </w:r>
          </w:p>
        </w:tc>
      </w:tr>
    </w:tbl>
    <w:p w:rsidR="0010094F" w:rsidRDefault="0010094F" w:rsidP="000830E0"/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8095"/>
        <w:gridCol w:w="2678"/>
      </w:tblGrid>
      <w:tr w:rsidR="007F0852" w:rsidTr="0010094F">
        <w:trPr>
          <w:trHeight w:val="567"/>
          <w:jc w:val="center"/>
        </w:trPr>
        <w:tc>
          <w:tcPr>
            <w:tcW w:w="3758" w:type="pct"/>
          </w:tcPr>
          <w:p w:rsidR="0010094F" w:rsidRPr="00485A5D" w:rsidRDefault="0010094F" w:rsidP="007A13B6">
            <w:pPr>
              <w:spacing w:after="120"/>
              <w:rPr>
                <w:b/>
                <w:bCs/>
              </w:rPr>
            </w:pPr>
            <w:r w:rsidRPr="00485A5D">
              <w:rPr>
                <w:b/>
                <w:bCs/>
                <w:u w:val="single"/>
              </w:rPr>
              <w:t>Durée</w:t>
            </w:r>
            <w:r w:rsidRPr="00485A5D">
              <w:rPr>
                <w:b/>
                <w:bCs/>
              </w:rPr>
              <w:t xml:space="preserve"> : </w:t>
            </w:r>
            <w:r w:rsidR="003C3921">
              <w:rPr>
                <w:b/>
                <w:bCs/>
              </w:rPr>
              <w:t>1</w:t>
            </w:r>
            <w:r w:rsidRPr="00485A5D">
              <w:rPr>
                <w:b/>
                <w:bCs/>
              </w:rPr>
              <w:t xml:space="preserve"> H </w:t>
            </w:r>
            <w:r w:rsidR="003C3921">
              <w:rPr>
                <w:b/>
                <w:bCs/>
              </w:rPr>
              <w:t>3</w:t>
            </w:r>
            <w:r w:rsidRPr="00485A5D">
              <w:rPr>
                <w:b/>
                <w:bCs/>
              </w:rPr>
              <w:t>0</w:t>
            </w:r>
          </w:p>
          <w:p w:rsidR="0031263C" w:rsidRDefault="0010094F" w:rsidP="007A13B6">
            <w:pPr>
              <w:spacing w:after="120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Objectifs</w:t>
            </w:r>
            <w:r w:rsidRPr="007E4FF7">
              <w:rPr>
                <w:bCs/>
                <w:u w:val="single"/>
              </w:rPr>
              <w:t xml:space="preserve"> </w:t>
            </w:r>
            <w:r w:rsidRPr="007E4FF7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EC5297">
              <w:rPr>
                <w:b/>
                <w:bCs/>
              </w:rPr>
              <w:t>O</w:t>
            </w:r>
            <w:r w:rsidR="005728E1">
              <w:rPr>
                <w:b/>
                <w:bCs/>
              </w:rPr>
              <w:t>1</w:t>
            </w:r>
            <w:r w:rsidRPr="00EC5297">
              <w:rPr>
                <w:b/>
                <w:bCs/>
              </w:rPr>
              <w:t xml:space="preserve"> </w:t>
            </w:r>
            <w:r w:rsidR="005728E1">
              <w:rPr>
                <w:b/>
                <w:bCs/>
              </w:rPr>
              <w:t>O2</w:t>
            </w:r>
          </w:p>
          <w:p w:rsidR="0010094F" w:rsidRPr="007E4FF7" w:rsidRDefault="0010094F" w:rsidP="007A13B6">
            <w:pPr>
              <w:spacing w:after="120"/>
              <w:rPr>
                <w:b/>
                <w:bCs/>
              </w:rPr>
            </w:pPr>
            <w:r w:rsidRPr="007E4FF7">
              <w:rPr>
                <w:b/>
                <w:bCs/>
                <w:u w:val="single"/>
              </w:rPr>
              <w:t>Compétences visées</w:t>
            </w:r>
            <w:r w:rsidRPr="007E4FF7">
              <w:rPr>
                <w:b/>
                <w:bCs/>
              </w:rPr>
              <w:t xml:space="preserve"> : </w:t>
            </w:r>
            <w:r>
              <w:rPr>
                <w:b/>
                <w:bCs/>
              </w:rPr>
              <w:t xml:space="preserve"> </w:t>
            </w:r>
            <w:r w:rsidR="001630BA">
              <w:rPr>
                <w:b/>
                <w:bCs/>
              </w:rPr>
              <w:t>CO</w:t>
            </w:r>
            <w:r w:rsidR="005728E1">
              <w:rPr>
                <w:b/>
                <w:bCs/>
              </w:rPr>
              <w:t>1</w:t>
            </w:r>
            <w:r w:rsidR="001630BA">
              <w:rPr>
                <w:b/>
                <w:bCs/>
              </w:rPr>
              <w:t>.</w:t>
            </w:r>
            <w:proofErr w:type="gramStart"/>
            <w:r w:rsidR="0031263C">
              <w:rPr>
                <w:b/>
                <w:bCs/>
              </w:rPr>
              <w:t>1</w:t>
            </w:r>
            <w:r w:rsidR="005728E1">
              <w:rPr>
                <w:b/>
                <w:bCs/>
              </w:rPr>
              <w:t xml:space="preserve">  CO2.2</w:t>
            </w:r>
            <w:proofErr w:type="gramEnd"/>
          </w:p>
          <w:p w:rsidR="005728E1" w:rsidRPr="00AB3BF4" w:rsidRDefault="0010094F" w:rsidP="005728E1">
            <w:pPr>
              <w:pStyle w:val="Default"/>
              <w:tabs>
                <w:tab w:val="left" w:pos="2268"/>
              </w:tabs>
              <w:jc w:val="both"/>
              <w:rPr>
                <w:b/>
                <w:bCs/>
                <w:sz w:val="22"/>
                <w:szCs w:val="22"/>
              </w:rPr>
            </w:pPr>
            <w:r w:rsidRPr="007E4FF7">
              <w:rPr>
                <w:rFonts w:ascii="Times New Roman" w:hAnsi="Times New Roman" w:cs="Times New Roman"/>
                <w:b/>
                <w:bCs/>
                <w:color w:val="auto"/>
                <w:u w:val="single"/>
              </w:rPr>
              <w:t>Connaissance visée</w:t>
            </w:r>
            <w:r>
              <w:rPr>
                <w:b/>
                <w:bCs/>
              </w:rPr>
              <w:t> :</w:t>
            </w:r>
            <w:r>
              <w:rPr>
                <w:b/>
                <w:bCs/>
              </w:rPr>
              <w:tab/>
            </w:r>
            <w:r w:rsidR="005728E1" w:rsidRPr="00AB3BF4">
              <w:rPr>
                <w:b/>
                <w:bCs/>
                <w:sz w:val="22"/>
                <w:szCs w:val="22"/>
              </w:rPr>
              <w:t>1.1.2 Communication technique</w:t>
            </w:r>
          </w:p>
          <w:p w:rsidR="005728E1" w:rsidRDefault="005728E1" w:rsidP="005728E1">
            <w:pPr>
              <w:pStyle w:val="Default"/>
              <w:tabs>
                <w:tab w:val="left" w:pos="2268"/>
              </w:tabs>
              <w:ind w:left="2268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1.3.1</w:t>
            </w:r>
            <w:r w:rsidRPr="00AB3BF4">
              <w:rPr>
                <w:b/>
                <w:bCs/>
                <w:sz w:val="22"/>
                <w:szCs w:val="22"/>
              </w:rPr>
              <w:t xml:space="preserve"> </w:t>
            </w:r>
            <w:r w:rsidRPr="005728E1">
              <w:rPr>
                <w:b/>
                <w:bCs/>
                <w:sz w:val="22"/>
                <w:szCs w:val="22"/>
              </w:rPr>
              <w:t>Paramètres de la compétitivité</w:t>
            </w:r>
          </w:p>
          <w:p w:rsidR="005728E1" w:rsidRDefault="005728E1" w:rsidP="005728E1">
            <w:pPr>
              <w:pStyle w:val="Default"/>
              <w:tabs>
                <w:tab w:val="left" w:pos="2410"/>
              </w:tabs>
              <w:ind w:left="2127" w:firstLine="141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1.3.2 Compromis complexité-efficacité-coût </w:t>
            </w:r>
          </w:p>
          <w:p w:rsidR="0010094F" w:rsidRPr="00996D0F" w:rsidRDefault="0010094F" w:rsidP="00061FB7">
            <w:pPr>
              <w:tabs>
                <w:tab w:val="left" w:pos="2268"/>
              </w:tabs>
              <w:spacing w:after="120"/>
              <w:ind w:left="2268" w:right="215" w:hanging="2268"/>
              <w:rPr>
                <w:b/>
                <w:bCs/>
              </w:rPr>
            </w:pPr>
            <w:r w:rsidRPr="00CA748B">
              <w:rPr>
                <w:b/>
                <w:bCs/>
                <w:u w:val="single"/>
              </w:rPr>
              <w:t>Matériel nécessaire</w:t>
            </w:r>
            <w:r>
              <w:rPr>
                <w:b/>
                <w:bCs/>
              </w:rPr>
              <w:t> :</w:t>
            </w:r>
            <w:r>
              <w:rPr>
                <w:b/>
                <w:bCs/>
              </w:rPr>
              <w:tab/>
            </w:r>
            <w:r w:rsidRPr="002921F8">
              <w:rPr>
                <w:bCs/>
              </w:rPr>
              <w:t>Poste informatique équipé d’internet</w:t>
            </w:r>
            <w:r w:rsidR="00D544EF">
              <w:rPr>
                <w:bCs/>
              </w:rPr>
              <w:t>, dossier ressources</w:t>
            </w:r>
            <w:r w:rsidR="00E45161">
              <w:rPr>
                <w:bCs/>
              </w:rPr>
              <w:t xml:space="preserve"> </w:t>
            </w:r>
          </w:p>
        </w:tc>
        <w:tc>
          <w:tcPr>
            <w:tcW w:w="1242" w:type="pct"/>
            <w:vAlign w:val="center"/>
          </w:tcPr>
          <w:p w:rsidR="0010094F" w:rsidRDefault="007F0852" w:rsidP="007A13B6">
            <w:pPr>
              <w:jc w:val="center"/>
            </w:pPr>
            <w:r w:rsidRPr="007F0852">
              <w:rPr>
                <w:noProof/>
                <w:lang w:eastAsia="fr-FR"/>
              </w:rPr>
              <w:drawing>
                <wp:inline distT="0" distB="0" distL="0" distR="0" wp14:anchorId="0055D384" wp14:editId="026C1AAF">
                  <wp:extent cx="1563676" cy="11880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676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094F" w:rsidRDefault="0010094F" w:rsidP="000830E0"/>
    <w:p w:rsidR="00E85757" w:rsidRDefault="00AB027A" w:rsidP="00B82856">
      <w:pPr>
        <w:tabs>
          <w:tab w:val="left" w:pos="2552"/>
        </w:tabs>
        <w:ind w:left="2552" w:hanging="2552"/>
      </w:pPr>
      <w:r w:rsidRPr="00996D0F">
        <w:rPr>
          <w:b/>
          <w:bCs/>
          <w:u w:val="single"/>
        </w:rPr>
        <w:t xml:space="preserve">Objectifs </w:t>
      </w:r>
      <w:r w:rsidR="00B82856">
        <w:rPr>
          <w:b/>
          <w:bCs/>
          <w:u w:val="single"/>
        </w:rPr>
        <w:t>de l’a</w:t>
      </w:r>
      <w:r w:rsidR="00B82856" w:rsidRPr="00B82856">
        <w:rPr>
          <w:b/>
          <w:bCs/>
          <w:u w:val="single"/>
        </w:rPr>
        <w:t>ctivité</w:t>
      </w:r>
      <w:r w:rsidRPr="00996D0F">
        <w:rPr>
          <w:b/>
          <w:bCs/>
        </w:rPr>
        <w:t xml:space="preserve"> : </w:t>
      </w:r>
      <w:r w:rsidRPr="00996D0F">
        <w:rPr>
          <w:b/>
          <w:bCs/>
        </w:rPr>
        <w:tab/>
      </w:r>
      <w:r w:rsidR="00C845B5">
        <w:t xml:space="preserve">À partir de </w:t>
      </w:r>
      <w:r w:rsidR="00B45BBF">
        <w:t>documents ressources</w:t>
      </w:r>
      <w:r w:rsidR="00E85757">
        <w:t xml:space="preserve"> et des ressources sur i</w:t>
      </w:r>
      <w:r w:rsidR="00C845B5">
        <w:t>nternet, l’élève doit</w:t>
      </w:r>
      <w:r w:rsidR="00E85757">
        <w:t xml:space="preserve"> </w:t>
      </w:r>
      <w:r w:rsidR="00061FB7" w:rsidRPr="00061FB7">
        <w:t xml:space="preserve">capable de </w:t>
      </w:r>
      <w:r w:rsidR="00942662" w:rsidRPr="00942662">
        <w:t xml:space="preserve">mettre en évidence la réduction de </w:t>
      </w:r>
      <w:r w:rsidR="00942662" w:rsidRPr="006B3D22">
        <w:t>la</w:t>
      </w:r>
      <w:r w:rsidR="00942662" w:rsidRPr="00942662">
        <w:t xml:space="preserve"> consommation électrique </w:t>
      </w:r>
      <w:r w:rsidR="00942662" w:rsidRPr="006B3D22">
        <w:t>en</w:t>
      </w:r>
      <w:r w:rsidR="00942662" w:rsidRPr="00942662">
        <w:t xml:space="preserve"> privilégiant, pour maintenir </w:t>
      </w:r>
      <w:r w:rsidR="00942662" w:rsidRPr="006B3D22">
        <w:t>un</w:t>
      </w:r>
      <w:r w:rsidR="00942662" w:rsidRPr="00942662">
        <w:t xml:space="preserve"> niveau </w:t>
      </w:r>
      <w:r w:rsidR="00942662" w:rsidRPr="006B3D22">
        <w:t>de</w:t>
      </w:r>
      <w:r w:rsidR="00942662" w:rsidRPr="00942662">
        <w:t xml:space="preserve"> </w:t>
      </w:r>
      <w:r w:rsidR="00942662" w:rsidRPr="006B3D22">
        <w:t>confort</w:t>
      </w:r>
      <w:r w:rsidR="00942662" w:rsidRPr="00942662">
        <w:t xml:space="preserve"> visuel, l’éclairage naturel </w:t>
      </w:r>
      <w:r w:rsidR="00942662" w:rsidRPr="006B3D22">
        <w:t>au</w:t>
      </w:r>
      <w:r w:rsidR="00942662" w:rsidRPr="00942662">
        <w:t xml:space="preserve"> sein </w:t>
      </w:r>
      <w:r w:rsidR="00942662" w:rsidRPr="006B3D22">
        <w:t>de</w:t>
      </w:r>
      <w:r w:rsidR="00942662" w:rsidRPr="00942662">
        <w:t xml:space="preserve"> l’habitat.</w:t>
      </w:r>
    </w:p>
    <w:p w:rsidR="005C0A2E" w:rsidRDefault="005C0A2E" w:rsidP="005C0A2E"/>
    <w:p w:rsidR="00D544EF" w:rsidRDefault="00D544EF" w:rsidP="00DE7A58">
      <w:pPr>
        <w:pStyle w:val="Titre1"/>
      </w:pPr>
      <w:r w:rsidRPr="00DE7A58">
        <w:t>Présentation</w:t>
      </w:r>
    </w:p>
    <w:p w:rsidR="00942662" w:rsidRPr="006B3D22" w:rsidRDefault="00942662" w:rsidP="00942662">
      <w:pPr>
        <w:pStyle w:val="Norma1"/>
      </w:pPr>
      <w:r w:rsidRPr="006B3D22">
        <w:t>Une</w:t>
      </w:r>
      <w:r w:rsidRPr="00942662">
        <w:t xml:space="preserve"> </w:t>
      </w:r>
      <w:r w:rsidRPr="006B3D22">
        <w:t>famille</w:t>
      </w:r>
      <w:r w:rsidRPr="00942662">
        <w:t xml:space="preserve"> </w:t>
      </w:r>
      <w:bookmarkStart w:id="0" w:name="_GoBack"/>
      <w:bookmarkEnd w:id="0"/>
      <w:r w:rsidRPr="006B3D22">
        <w:t>souhaite</w:t>
      </w:r>
      <w:r w:rsidRPr="00942662">
        <w:t xml:space="preserve"> </w:t>
      </w:r>
      <w:r w:rsidRPr="006B3D22">
        <w:t>investir</w:t>
      </w:r>
      <w:r w:rsidRPr="00942662">
        <w:t xml:space="preserve"> </w:t>
      </w:r>
      <w:r w:rsidRPr="006B3D22">
        <w:t>dans</w:t>
      </w:r>
      <w:r w:rsidRPr="00942662">
        <w:t xml:space="preserve"> </w:t>
      </w:r>
      <w:r w:rsidRPr="006B3D22">
        <w:t>la</w:t>
      </w:r>
      <w:r w:rsidRPr="00942662">
        <w:t xml:space="preserve"> </w:t>
      </w:r>
      <w:r w:rsidRPr="006B3D22">
        <w:t>construction</w:t>
      </w:r>
      <w:r w:rsidRPr="00942662">
        <w:t xml:space="preserve"> </w:t>
      </w:r>
      <w:r w:rsidRPr="006B3D22">
        <w:t>de</w:t>
      </w:r>
      <w:r w:rsidRPr="00942662">
        <w:t xml:space="preserve"> leur nouvelle </w:t>
      </w:r>
      <w:r w:rsidRPr="006B3D22">
        <w:t>habitation</w:t>
      </w:r>
      <w:r w:rsidRPr="00942662">
        <w:t xml:space="preserve"> </w:t>
      </w:r>
      <w:r w:rsidRPr="006B3D22">
        <w:t>principale.</w:t>
      </w:r>
    </w:p>
    <w:p w:rsidR="00942662" w:rsidRPr="00942662" w:rsidRDefault="00942662" w:rsidP="00942662">
      <w:pPr>
        <w:pStyle w:val="Norma1"/>
      </w:pPr>
      <w:r w:rsidRPr="006B3D22">
        <w:t>Conscients</w:t>
      </w:r>
      <w:r w:rsidRPr="00942662">
        <w:t xml:space="preserve"> </w:t>
      </w:r>
      <w:r w:rsidRPr="006B3D22">
        <w:t>des</w:t>
      </w:r>
      <w:r w:rsidRPr="00942662">
        <w:t xml:space="preserve"> </w:t>
      </w:r>
      <w:r w:rsidRPr="006B3D22">
        <w:t>enjeux</w:t>
      </w:r>
      <w:r w:rsidRPr="00942662">
        <w:t xml:space="preserve"> </w:t>
      </w:r>
      <w:r w:rsidRPr="006B3D22">
        <w:t>liés</w:t>
      </w:r>
      <w:r w:rsidRPr="00942662">
        <w:t xml:space="preserve"> </w:t>
      </w:r>
      <w:r w:rsidRPr="006B3D22">
        <w:t>au</w:t>
      </w:r>
      <w:r w:rsidRPr="00942662">
        <w:t xml:space="preserve"> </w:t>
      </w:r>
      <w:r w:rsidRPr="006B3D22">
        <w:t>développement</w:t>
      </w:r>
      <w:r w:rsidRPr="00942662">
        <w:t xml:space="preserve"> </w:t>
      </w:r>
      <w:r w:rsidRPr="006B3D22">
        <w:t>durable,</w:t>
      </w:r>
      <w:r w:rsidRPr="00942662">
        <w:t xml:space="preserve"> </w:t>
      </w:r>
      <w:r w:rsidR="00DE7A58">
        <w:t>elle</w:t>
      </w:r>
      <w:r w:rsidRPr="00942662">
        <w:t xml:space="preserve"> </w:t>
      </w:r>
      <w:r w:rsidRPr="006B3D22">
        <w:t>souhaite</w:t>
      </w:r>
      <w:r w:rsidRPr="00942662">
        <w:t xml:space="preserve"> </w:t>
      </w:r>
      <w:r w:rsidRPr="006B3D22">
        <w:t>que</w:t>
      </w:r>
      <w:r w:rsidRPr="00942662">
        <w:t xml:space="preserve"> </w:t>
      </w:r>
      <w:r w:rsidR="00DE7A58">
        <w:t>son</w:t>
      </w:r>
      <w:r w:rsidRPr="00942662">
        <w:t xml:space="preserve"> </w:t>
      </w:r>
      <w:r w:rsidRPr="006B3D22">
        <w:t>habitat</w:t>
      </w:r>
      <w:r w:rsidRPr="00942662">
        <w:t xml:space="preserve"> </w:t>
      </w:r>
      <w:r w:rsidRPr="006B3D22">
        <w:t>soit</w:t>
      </w:r>
      <w:r w:rsidRPr="00942662">
        <w:t xml:space="preserve"> respectueux de l’environnement et </w:t>
      </w:r>
      <w:r w:rsidR="00DE7A58">
        <w:t xml:space="preserve">soit </w:t>
      </w:r>
      <w:r w:rsidRPr="00942662">
        <w:t>le plus économe possible en énergie.</w:t>
      </w:r>
    </w:p>
    <w:p w:rsidR="00942662" w:rsidRPr="006B3D22" w:rsidRDefault="00DE7A58" w:rsidP="00942662">
      <w:pPr>
        <w:pStyle w:val="Norma1"/>
      </w:pPr>
      <w:r>
        <w:t xml:space="preserve">Son </w:t>
      </w:r>
      <w:r w:rsidR="00942662" w:rsidRPr="00942662">
        <w:t>projet d’</w:t>
      </w:r>
      <w:r w:rsidR="00942662" w:rsidRPr="006B3D22">
        <w:t>habitat,</w:t>
      </w:r>
      <w:r w:rsidR="00942662" w:rsidRPr="00942662">
        <w:t xml:space="preserve"> </w:t>
      </w:r>
      <w:r w:rsidR="00942662" w:rsidRPr="006B3D22">
        <w:t>situé</w:t>
      </w:r>
      <w:r w:rsidR="00942662" w:rsidRPr="00942662">
        <w:t xml:space="preserve"> en bordure d’une </w:t>
      </w:r>
      <w:r w:rsidR="00942662" w:rsidRPr="006B3D22">
        <w:t>route</w:t>
      </w:r>
      <w:r w:rsidR="00942662" w:rsidRPr="00942662">
        <w:t xml:space="preserve"> </w:t>
      </w:r>
      <w:r w:rsidR="00942662" w:rsidRPr="006B3D22">
        <w:t>très</w:t>
      </w:r>
      <w:r w:rsidR="00942662" w:rsidRPr="00942662">
        <w:t xml:space="preserve"> </w:t>
      </w:r>
      <w:r w:rsidR="00942662" w:rsidRPr="006B3D22">
        <w:t>fréquentée,</w:t>
      </w:r>
      <w:r w:rsidR="00942662" w:rsidRPr="00942662">
        <w:t xml:space="preserve"> </w:t>
      </w:r>
      <w:r w:rsidR="00942662" w:rsidRPr="006B3D22">
        <w:t>est</w:t>
      </w:r>
      <w:r w:rsidR="00942662" w:rsidRPr="00942662">
        <w:t xml:space="preserve"> </w:t>
      </w:r>
      <w:r w:rsidR="00942662" w:rsidRPr="006B3D22">
        <w:t>organisé</w:t>
      </w:r>
      <w:r w:rsidR="00942662" w:rsidRPr="00942662">
        <w:t xml:space="preserve"> </w:t>
      </w:r>
      <w:r w:rsidR="00942662" w:rsidRPr="006B3D22">
        <w:t>sur</w:t>
      </w:r>
      <w:r w:rsidR="00942662" w:rsidRPr="00942662">
        <w:t xml:space="preserve"> </w:t>
      </w:r>
      <w:r w:rsidR="00942662" w:rsidRPr="006B3D22">
        <w:t>deux</w:t>
      </w:r>
      <w:r w:rsidR="00942662" w:rsidRPr="00942662">
        <w:t xml:space="preserve"> </w:t>
      </w:r>
      <w:r w:rsidR="00942662" w:rsidRPr="006B3D22">
        <w:t>niveaux</w:t>
      </w:r>
      <w:r w:rsidR="00942662" w:rsidRPr="00942662">
        <w:t xml:space="preserve"> </w:t>
      </w:r>
      <w:r w:rsidR="00942662" w:rsidRPr="006B3D22">
        <w:t>(RDC</w:t>
      </w:r>
      <w:r w:rsidR="00942662" w:rsidRPr="00942662">
        <w:t xml:space="preserve"> </w:t>
      </w:r>
      <w:r w:rsidR="00942662" w:rsidRPr="006B3D22">
        <w:t>+</w:t>
      </w:r>
      <w:r w:rsidR="00942662" w:rsidRPr="00942662">
        <w:t xml:space="preserve"> </w:t>
      </w:r>
      <w:r w:rsidR="00942662" w:rsidRPr="006B3D22">
        <w:t>étage).</w:t>
      </w:r>
      <w:r w:rsidR="00942662" w:rsidRPr="00942662">
        <w:t xml:space="preserve"> Les futurs propriétaires ont exprimé à l’architecte leur souhait de ne pas avoir d’ouverture en front de rue dans le séjour. Pour satisfaire à cette demande, l’architecte </w:t>
      </w:r>
      <w:r w:rsidR="00942662" w:rsidRPr="006B3D22">
        <w:t>confit</w:t>
      </w:r>
      <w:r w:rsidR="00942662" w:rsidRPr="00942662">
        <w:t xml:space="preserve"> à un bureau d’étude technique la conception d’une nouvelle solution d’éclairage naturel du séjour </w:t>
      </w:r>
      <w:r w:rsidR="00942662" w:rsidRPr="006B3D22">
        <w:t xml:space="preserve">pour maintenir le niveau de confort </w:t>
      </w:r>
      <w:r w:rsidR="00942662" w:rsidRPr="00942662">
        <w:t>visuel.</w:t>
      </w:r>
    </w:p>
    <w:p w:rsidR="00942662" w:rsidRPr="006B3D22" w:rsidRDefault="00942662" w:rsidP="00942662">
      <w:pPr>
        <w:pStyle w:val="Norma1"/>
      </w:pPr>
      <w:r w:rsidRPr="00942662">
        <w:t>L’</w:t>
      </w:r>
      <w:r w:rsidRPr="006B3D22">
        <w:t xml:space="preserve">agencement intérieur </w:t>
      </w:r>
      <w:r w:rsidRPr="00942662">
        <w:t>de</w:t>
      </w:r>
      <w:r w:rsidRPr="006B3D22">
        <w:t xml:space="preserve"> la maison</w:t>
      </w:r>
      <w:r w:rsidRPr="00942662">
        <w:t xml:space="preserve"> </w:t>
      </w:r>
      <w:r w:rsidRPr="006B3D22">
        <w:t>est organisé</w:t>
      </w:r>
      <w:r w:rsidRPr="00942662">
        <w:t xml:space="preserve"> </w:t>
      </w:r>
      <w:r w:rsidRPr="006B3D22">
        <w:t>de la manière suivante</w:t>
      </w:r>
      <w:r w:rsidR="001E4637">
        <w:t> :</w:t>
      </w:r>
    </w:p>
    <w:p w:rsidR="00942662" w:rsidRPr="006B3D22" w:rsidRDefault="001E4637" w:rsidP="001E4637">
      <w:pPr>
        <w:pStyle w:val="Norma1"/>
        <w:numPr>
          <w:ilvl w:val="0"/>
          <w:numId w:val="43"/>
        </w:numPr>
      </w:pPr>
      <w:r w:rsidRPr="006B3D22">
        <w:t>Une</w:t>
      </w:r>
      <w:r w:rsidR="00942662" w:rsidRPr="006B3D22">
        <w:t xml:space="preserve"> cuisine,</w:t>
      </w:r>
      <w:r w:rsidR="00942662" w:rsidRPr="00942662">
        <w:t xml:space="preserve"> </w:t>
      </w:r>
      <w:r w:rsidR="00942662" w:rsidRPr="006B3D22">
        <w:t>une</w:t>
      </w:r>
      <w:r w:rsidR="00942662" w:rsidRPr="00942662">
        <w:t xml:space="preserve"> </w:t>
      </w:r>
      <w:r w:rsidR="00942662" w:rsidRPr="006B3D22">
        <w:t>entrée,</w:t>
      </w:r>
      <w:r w:rsidR="00942662" w:rsidRPr="00942662">
        <w:t xml:space="preserve"> </w:t>
      </w:r>
      <w:r w:rsidR="00942662" w:rsidRPr="006B3D22">
        <w:t xml:space="preserve">une chambre </w:t>
      </w:r>
      <w:r w:rsidR="00942662" w:rsidRPr="00942662">
        <w:t>et</w:t>
      </w:r>
      <w:r w:rsidR="00942662" w:rsidRPr="006B3D22">
        <w:t xml:space="preserve"> un séjour</w:t>
      </w:r>
      <w:r w:rsidR="00942662" w:rsidRPr="00942662">
        <w:t xml:space="preserve"> </w:t>
      </w:r>
      <w:r w:rsidR="00942662" w:rsidRPr="006B3D22">
        <w:t>au</w:t>
      </w:r>
      <w:r w:rsidR="00942662" w:rsidRPr="00942662">
        <w:t xml:space="preserve"> </w:t>
      </w:r>
      <w:r w:rsidR="00942662" w:rsidRPr="006B3D22">
        <w:t>rez-de-chaussée</w:t>
      </w:r>
      <w:r w:rsidR="00097D1D">
        <w:t> ;</w:t>
      </w:r>
    </w:p>
    <w:p w:rsidR="00942662" w:rsidRPr="006B3D22" w:rsidRDefault="00097D1D" w:rsidP="001E4637">
      <w:pPr>
        <w:pStyle w:val="Norma1"/>
        <w:numPr>
          <w:ilvl w:val="0"/>
          <w:numId w:val="43"/>
        </w:numPr>
      </w:pPr>
      <w:r w:rsidRPr="006B3D22">
        <w:t>Deux</w:t>
      </w:r>
      <w:r w:rsidR="00942662" w:rsidRPr="00942662">
        <w:t xml:space="preserve"> </w:t>
      </w:r>
      <w:r w:rsidR="00942662" w:rsidRPr="006B3D22">
        <w:t>chambres,</w:t>
      </w:r>
      <w:r w:rsidR="00942662" w:rsidRPr="00942662">
        <w:t xml:space="preserve"> </w:t>
      </w:r>
      <w:r w:rsidR="00942662" w:rsidRPr="006B3D22">
        <w:t>une</w:t>
      </w:r>
      <w:r w:rsidR="00942662" w:rsidRPr="00942662">
        <w:t xml:space="preserve"> </w:t>
      </w:r>
      <w:r w:rsidR="00942662" w:rsidRPr="006B3D22">
        <w:t>salle de bain, un</w:t>
      </w:r>
      <w:r w:rsidR="00942662" w:rsidRPr="00942662">
        <w:t xml:space="preserve"> WC et </w:t>
      </w:r>
      <w:r w:rsidR="00942662" w:rsidRPr="006B3D22">
        <w:t>un</w:t>
      </w:r>
      <w:r w:rsidR="00942662" w:rsidRPr="00942662">
        <w:t xml:space="preserve"> palier à l’étage</w:t>
      </w:r>
      <w:r w:rsidR="00942662" w:rsidRPr="006B3D22">
        <w:t>.</w:t>
      </w:r>
    </w:p>
    <w:p w:rsidR="00942662" w:rsidRDefault="00942662" w:rsidP="00097D1D">
      <w:r w:rsidRPr="00942662">
        <w:t xml:space="preserve">La couverture de la maison est composé d’une toiture terrasse végétalisée et d’une couverture en </w:t>
      </w:r>
      <w:r w:rsidRPr="006B3D22">
        <w:t>ardoise.</w:t>
      </w:r>
    </w:p>
    <w:p w:rsidR="005C0A2E" w:rsidRPr="006B3D22" w:rsidRDefault="005C0A2E" w:rsidP="00097D1D"/>
    <w:p w:rsidR="00061FB7" w:rsidRDefault="00097D1D" w:rsidP="00097D1D">
      <w:pPr>
        <w:tabs>
          <w:tab w:val="left" w:pos="2552"/>
        </w:tabs>
        <w:ind w:left="2552" w:hanging="2552"/>
        <w:jc w:val="center"/>
      </w:pPr>
      <w:r>
        <w:rPr>
          <w:noProof/>
          <w:lang w:eastAsia="fr-FR"/>
        </w:rPr>
        <mc:AlternateContent>
          <mc:Choice Requires="wpc">
            <w:drawing>
              <wp:inline distT="0" distB="0" distL="0" distR="0">
                <wp:extent cx="3932138" cy="3200400"/>
                <wp:effectExtent l="0" t="0" r="0" b="0"/>
                <wp:docPr id="6" name="Zone de dessi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7" name="Image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6139" cy="3200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Zone de texte 4"/>
                        <wps:cNvSpPr txBox="1"/>
                        <wps:spPr>
                          <a:xfrm>
                            <a:off x="0" y="2506133"/>
                            <a:ext cx="2273300" cy="241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2665B" w:rsidRDefault="0042665B" w:rsidP="0042665B">
                              <w:pPr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 xml:space="preserve">Plan du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>Rez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 xml:space="preserve"> de Chaussée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6" o:spid="_x0000_s1026" editas="canvas" style="width:309.6pt;height:252pt;mso-position-horizontal-relative:char;mso-position-vertical-relative:line" coordsize="39319,32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">
                <v:shape id="_x0000_s1027" type="#_x0000_t75" style="position:absolute;width:39319;height:32004;visibility:visible;mso-wrap-style:square">
                  <v:fill o:detectmouseclick="t"/>
                  <v:path o:connecttype="none"/>
                </v:shape>
                <v:shape id="Image 7" o:spid="_x0000_s1028" type="#_x0000_t75" style="position:absolute;width:38961;height:32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">
                  <v:imagedata r:id="rId11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" o:spid="_x0000_s1029" type="#_x0000_t202" style="position:absolute;top:25061;width:22733;height:24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42665B" w:rsidRDefault="0042665B" w:rsidP="0042665B">
                        <w:pPr>
                          <w:jc w:val="center"/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>Plan du Rez de Chaussée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097D1D" w:rsidRDefault="00097D1D" w:rsidP="00061FB7">
      <w:pPr>
        <w:tabs>
          <w:tab w:val="left" w:pos="2552"/>
        </w:tabs>
        <w:ind w:left="2552" w:hanging="2552"/>
      </w:pPr>
    </w:p>
    <w:p w:rsidR="007B3A77" w:rsidRDefault="007B3A77" w:rsidP="007B3A77">
      <w:pPr>
        <w:pStyle w:val="Titre1"/>
      </w:pPr>
      <w:r>
        <w:lastRenderedPageBreak/>
        <w:t>Éclairage</w:t>
      </w:r>
    </w:p>
    <w:p w:rsidR="007B3A77" w:rsidRDefault="007B3A77" w:rsidP="007B3A77">
      <w:r w:rsidRPr="006B3D22">
        <w:t>La notion de</w:t>
      </w:r>
      <w:r w:rsidRPr="006B3D22">
        <w:rPr>
          <w:spacing w:val="-2"/>
        </w:rPr>
        <w:t xml:space="preserve"> </w:t>
      </w:r>
      <w:r>
        <w:rPr>
          <w:spacing w:val="-2"/>
        </w:rPr>
        <w:t>« </w:t>
      </w:r>
      <w:r w:rsidRPr="006B3D22">
        <w:rPr>
          <w:i/>
        </w:rPr>
        <w:t>facteur lumière du</w:t>
      </w:r>
      <w:r w:rsidRPr="006B3D22">
        <w:rPr>
          <w:i/>
          <w:spacing w:val="-2"/>
        </w:rPr>
        <w:t xml:space="preserve"> </w:t>
      </w:r>
      <w:r w:rsidRPr="006B3D22">
        <w:rPr>
          <w:i/>
        </w:rPr>
        <w:t>jour</w:t>
      </w:r>
      <w:r>
        <w:rPr>
          <w:i/>
        </w:rPr>
        <w:t> »</w:t>
      </w:r>
      <w:r w:rsidRPr="006B3D22">
        <w:rPr>
          <w:i/>
          <w:spacing w:val="-2"/>
        </w:rPr>
        <w:t xml:space="preserve"> </w:t>
      </w:r>
      <w:r w:rsidRPr="006B3D22">
        <w:t>(FLJ) permet d’estimer</w:t>
      </w:r>
      <w:r w:rsidRPr="006B3D22">
        <w:rPr>
          <w:spacing w:val="1"/>
        </w:rPr>
        <w:t xml:space="preserve"> </w:t>
      </w:r>
      <w:r w:rsidRPr="006B3D22">
        <w:t>la</w:t>
      </w:r>
      <w:r w:rsidRPr="006B3D22">
        <w:rPr>
          <w:spacing w:val="-4"/>
        </w:rPr>
        <w:t xml:space="preserve"> </w:t>
      </w:r>
      <w:r w:rsidRPr="006B3D22">
        <w:t>qualité lumineuse.</w:t>
      </w:r>
      <w:r>
        <w:t xml:space="preserve"> </w:t>
      </w:r>
      <w:r w:rsidRPr="006B3D22">
        <w:t>Ce</w:t>
      </w:r>
      <w:r w:rsidRPr="006B3D22">
        <w:rPr>
          <w:spacing w:val="15"/>
        </w:rPr>
        <w:t xml:space="preserve"> </w:t>
      </w:r>
      <w:r w:rsidRPr="006B3D22">
        <w:t>facteur</w:t>
      </w:r>
      <w:r w:rsidRPr="006B3D22">
        <w:rPr>
          <w:spacing w:val="18"/>
        </w:rPr>
        <w:t xml:space="preserve"> </w:t>
      </w:r>
      <w:r w:rsidRPr="006B3D22">
        <w:t>est</w:t>
      </w:r>
      <w:r w:rsidRPr="006B3D22">
        <w:rPr>
          <w:spacing w:val="18"/>
        </w:rPr>
        <w:t xml:space="preserve"> </w:t>
      </w:r>
      <w:r w:rsidRPr="006B3D22">
        <w:t>le</w:t>
      </w:r>
      <w:r w:rsidRPr="006B3D22">
        <w:rPr>
          <w:spacing w:val="15"/>
        </w:rPr>
        <w:t xml:space="preserve"> </w:t>
      </w:r>
      <w:r w:rsidRPr="006B3D22">
        <w:t>rapport</w:t>
      </w:r>
      <w:r w:rsidRPr="006B3D22">
        <w:rPr>
          <w:spacing w:val="16"/>
        </w:rPr>
        <w:t xml:space="preserve"> </w:t>
      </w:r>
      <w:r w:rsidRPr="006B3D22">
        <w:t>de</w:t>
      </w:r>
      <w:r w:rsidRPr="006B3D22">
        <w:rPr>
          <w:spacing w:val="17"/>
        </w:rPr>
        <w:t xml:space="preserve"> </w:t>
      </w:r>
      <w:r w:rsidRPr="006B3D22">
        <w:t>l'éclairement</w:t>
      </w:r>
      <w:r w:rsidRPr="006B3D22">
        <w:rPr>
          <w:spacing w:val="18"/>
        </w:rPr>
        <w:t xml:space="preserve"> </w:t>
      </w:r>
      <w:r w:rsidRPr="006B3D22">
        <w:t>naturel</w:t>
      </w:r>
      <w:r w:rsidRPr="006B3D22">
        <w:rPr>
          <w:spacing w:val="14"/>
        </w:rPr>
        <w:t xml:space="preserve"> </w:t>
      </w:r>
      <w:r w:rsidRPr="006B3D22">
        <w:t>intérieur</w:t>
      </w:r>
      <w:r w:rsidRPr="006B3D22">
        <w:rPr>
          <w:spacing w:val="16"/>
        </w:rPr>
        <w:t xml:space="preserve"> </w:t>
      </w:r>
      <w:r w:rsidRPr="006B3D22">
        <w:t>reçu</w:t>
      </w:r>
      <w:r w:rsidRPr="006B3D22">
        <w:rPr>
          <w:spacing w:val="17"/>
        </w:rPr>
        <w:t xml:space="preserve"> </w:t>
      </w:r>
      <w:r w:rsidRPr="006B3D22">
        <w:t>en</w:t>
      </w:r>
      <w:r w:rsidRPr="006B3D22">
        <w:rPr>
          <w:spacing w:val="14"/>
        </w:rPr>
        <w:t xml:space="preserve"> </w:t>
      </w:r>
      <w:r w:rsidRPr="006B3D22">
        <w:t>un</w:t>
      </w:r>
      <w:r w:rsidRPr="006B3D22">
        <w:rPr>
          <w:spacing w:val="17"/>
        </w:rPr>
        <w:t xml:space="preserve"> </w:t>
      </w:r>
      <w:r w:rsidRPr="006B3D22">
        <w:t>point</w:t>
      </w:r>
      <w:r w:rsidRPr="006B3D22">
        <w:rPr>
          <w:spacing w:val="18"/>
        </w:rPr>
        <w:t xml:space="preserve"> </w:t>
      </w:r>
      <w:r w:rsidRPr="006B3D22">
        <w:t>(généralement</w:t>
      </w:r>
      <w:r w:rsidRPr="006B3D22">
        <w:rPr>
          <w:spacing w:val="18"/>
        </w:rPr>
        <w:t xml:space="preserve"> </w:t>
      </w:r>
      <w:r w:rsidRPr="006B3D22">
        <w:t>le</w:t>
      </w:r>
      <w:r w:rsidRPr="006B3D22">
        <w:rPr>
          <w:spacing w:val="17"/>
        </w:rPr>
        <w:t xml:space="preserve"> </w:t>
      </w:r>
      <w:r w:rsidRPr="006B3D22">
        <w:t>plan</w:t>
      </w:r>
      <w:r w:rsidRPr="006B3D22">
        <w:rPr>
          <w:spacing w:val="39"/>
        </w:rPr>
        <w:t xml:space="preserve"> </w:t>
      </w:r>
      <w:r w:rsidRPr="006B3D22">
        <w:t>de</w:t>
      </w:r>
      <w:r w:rsidRPr="006B3D22">
        <w:rPr>
          <w:spacing w:val="19"/>
        </w:rPr>
        <w:t xml:space="preserve"> </w:t>
      </w:r>
      <w:r w:rsidRPr="006B3D22">
        <w:t>travail</w:t>
      </w:r>
      <w:r w:rsidRPr="006B3D22">
        <w:rPr>
          <w:spacing w:val="19"/>
        </w:rPr>
        <w:t xml:space="preserve"> </w:t>
      </w:r>
      <w:r w:rsidRPr="006B3D22">
        <w:t>ou</w:t>
      </w:r>
      <w:r w:rsidRPr="006B3D22">
        <w:rPr>
          <w:spacing w:val="19"/>
        </w:rPr>
        <w:t xml:space="preserve"> </w:t>
      </w:r>
      <w:r w:rsidRPr="006B3D22">
        <w:t>le</w:t>
      </w:r>
      <w:r w:rsidRPr="006B3D22">
        <w:rPr>
          <w:spacing w:val="19"/>
        </w:rPr>
        <w:t xml:space="preserve"> </w:t>
      </w:r>
      <w:r w:rsidRPr="006B3D22">
        <w:t>niveau</w:t>
      </w:r>
      <w:r w:rsidRPr="006B3D22">
        <w:rPr>
          <w:spacing w:val="19"/>
        </w:rPr>
        <w:t xml:space="preserve"> </w:t>
      </w:r>
      <w:r w:rsidRPr="006B3D22">
        <w:t>du</w:t>
      </w:r>
      <w:r w:rsidRPr="006B3D22">
        <w:rPr>
          <w:spacing w:val="19"/>
        </w:rPr>
        <w:t xml:space="preserve"> </w:t>
      </w:r>
      <w:r w:rsidRPr="006B3D22">
        <w:t>sol)</w:t>
      </w:r>
      <w:r w:rsidRPr="006B3D22">
        <w:rPr>
          <w:spacing w:val="20"/>
        </w:rPr>
        <w:t xml:space="preserve"> </w:t>
      </w:r>
      <w:r w:rsidRPr="006B3D22">
        <w:t>à</w:t>
      </w:r>
      <w:r w:rsidRPr="006B3D22">
        <w:rPr>
          <w:spacing w:val="19"/>
        </w:rPr>
        <w:t xml:space="preserve"> </w:t>
      </w:r>
      <w:r w:rsidRPr="006B3D22">
        <w:t>l'éclairement</w:t>
      </w:r>
      <w:r w:rsidRPr="006B3D22">
        <w:rPr>
          <w:spacing w:val="19"/>
        </w:rPr>
        <w:t xml:space="preserve"> </w:t>
      </w:r>
      <w:r w:rsidRPr="006B3D22">
        <w:t>extérieur</w:t>
      </w:r>
      <w:r w:rsidRPr="006B3D22">
        <w:rPr>
          <w:spacing w:val="20"/>
        </w:rPr>
        <w:t xml:space="preserve"> </w:t>
      </w:r>
      <w:r w:rsidRPr="006B3D22">
        <w:t>simultané</w:t>
      </w:r>
      <w:r w:rsidRPr="006B3D22">
        <w:rPr>
          <w:spacing w:val="19"/>
        </w:rPr>
        <w:t xml:space="preserve"> </w:t>
      </w:r>
      <w:r w:rsidRPr="006B3D22">
        <w:t>sur</w:t>
      </w:r>
      <w:r w:rsidRPr="006B3D22">
        <w:rPr>
          <w:spacing w:val="18"/>
        </w:rPr>
        <w:t xml:space="preserve"> </w:t>
      </w:r>
      <w:r w:rsidRPr="006B3D22">
        <w:t>une</w:t>
      </w:r>
      <w:r w:rsidRPr="006B3D22">
        <w:rPr>
          <w:spacing w:val="17"/>
        </w:rPr>
        <w:t xml:space="preserve"> </w:t>
      </w:r>
      <w:r w:rsidRPr="006B3D22">
        <w:t>surface</w:t>
      </w:r>
      <w:r w:rsidRPr="006B3D22">
        <w:rPr>
          <w:spacing w:val="19"/>
        </w:rPr>
        <w:t xml:space="preserve"> </w:t>
      </w:r>
      <w:r w:rsidRPr="006B3D22">
        <w:t>horizontale,</w:t>
      </w:r>
      <w:r w:rsidRPr="006B3D22">
        <w:rPr>
          <w:spacing w:val="20"/>
        </w:rPr>
        <w:t xml:space="preserve"> </w:t>
      </w:r>
      <w:r w:rsidRPr="006B3D22">
        <w:rPr>
          <w:spacing w:val="-2"/>
        </w:rPr>
        <w:t>en</w:t>
      </w:r>
      <w:r w:rsidRPr="006B3D22">
        <w:rPr>
          <w:spacing w:val="53"/>
        </w:rPr>
        <w:t xml:space="preserve"> </w:t>
      </w:r>
      <w:r w:rsidRPr="006B3D22">
        <w:t xml:space="preserve">site parfaitement </w:t>
      </w:r>
      <w:r w:rsidRPr="006B3D22">
        <w:rPr>
          <w:spacing w:val="-2"/>
        </w:rPr>
        <w:t>dégagé,</w:t>
      </w:r>
      <w:r w:rsidRPr="006B3D22">
        <w:rPr>
          <w:spacing w:val="2"/>
        </w:rPr>
        <w:t xml:space="preserve"> </w:t>
      </w:r>
      <w:r w:rsidRPr="006B3D22">
        <w:rPr>
          <w:spacing w:val="-2"/>
        </w:rPr>
        <w:t>par</w:t>
      </w:r>
      <w:r w:rsidRPr="006B3D22">
        <w:rPr>
          <w:spacing w:val="1"/>
        </w:rPr>
        <w:t xml:space="preserve"> </w:t>
      </w:r>
      <w:r w:rsidRPr="006B3D22">
        <w:t>ciel couvert. Il s'exprime</w:t>
      </w:r>
      <w:r w:rsidRPr="006B3D22">
        <w:rPr>
          <w:spacing w:val="5"/>
        </w:rPr>
        <w:t xml:space="preserve"> </w:t>
      </w:r>
      <w:r w:rsidRPr="006B3D22">
        <w:t>en</w:t>
      </w:r>
      <w:r w:rsidRPr="006B3D22">
        <w:rPr>
          <w:spacing w:val="-2"/>
        </w:rPr>
        <w:t xml:space="preserve"> </w:t>
      </w:r>
      <w:r w:rsidRPr="006B3D22">
        <w:t>pourcentage.</w:t>
      </w:r>
    </w:p>
    <w:p w:rsidR="00061FB7" w:rsidRDefault="00061FB7" w:rsidP="00061FB7"/>
    <w:p w:rsidR="00942DCF" w:rsidRDefault="00942DCF" w:rsidP="000B4D82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À partir d’une analyse du document technique DT 1</w:t>
      </w:r>
      <w:r w:rsidR="008B3F24">
        <w:rPr>
          <w:rFonts w:ascii="Times New Roman" w:hAnsi="Times New Roman" w:cs="Times New Roman"/>
          <w:b w:val="0"/>
          <w:color w:val="000000"/>
        </w:rPr>
        <w:t xml:space="preserve"> (figure 1)</w:t>
      </w:r>
      <w:r>
        <w:rPr>
          <w:rFonts w:ascii="Times New Roman" w:hAnsi="Times New Roman" w:cs="Times New Roman"/>
          <w:b w:val="0"/>
          <w:color w:val="000000"/>
        </w:rPr>
        <w:t>, caractérisez l</w:t>
      </w:r>
      <w:r w:rsidR="00084ECD">
        <w:rPr>
          <w:rFonts w:ascii="Times New Roman" w:hAnsi="Times New Roman" w:cs="Times New Roman"/>
          <w:b w:val="0"/>
          <w:color w:val="000000"/>
        </w:rPr>
        <w:t>e confort visuel</w:t>
      </w:r>
      <w:r>
        <w:rPr>
          <w:rFonts w:ascii="Times New Roman" w:hAnsi="Times New Roman" w:cs="Times New Roman"/>
          <w:b w:val="0"/>
          <w:color w:val="000000"/>
        </w:rPr>
        <w:t xml:space="preserve"> de la pièce principale (séjour)</w:t>
      </w:r>
      <w:r w:rsidR="00084ECD">
        <w:rPr>
          <w:rFonts w:ascii="Times New Roman" w:hAnsi="Times New Roman" w:cs="Times New Roman"/>
          <w:b w:val="0"/>
          <w:color w:val="000000"/>
        </w:rPr>
        <w:t>. Justifiez ce manque de confort.</w:t>
      </w:r>
    </w:p>
    <w:p w:rsidR="00061FB7" w:rsidRDefault="00084ECD" w:rsidP="00061FB7">
      <w:pPr>
        <w:spacing w:after="60"/>
        <w:ind w:left="567"/>
        <w:rPr>
          <w:b/>
          <w:color w:val="FF0000"/>
        </w:rPr>
      </w:pPr>
      <w:r w:rsidRPr="00084ECD">
        <w:rPr>
          <w:b/>
          <w:color w:val="FF0000"/>
        </w:rPr>
        <w:t>Le document DT</w:t>
      </w:r>
      <w:r>
        <w:rPr>
          <w:b/>
          <w:color w:val="FF0000"/>
        </w:rPr>
        <w:t xml:space="preserve"> </w:t>
      </w:r>
      <w:r w:rsidRPr="00084ECD">
        <w:rPr>
          <w:b/>
          <w:color w:val="FF0000"/>
        </w:rPr>
        <w:t xml:space="preserve">1 met en évidence qu’une partie du séjour </w:t>
      </w:r>
      <w:proofErr w:type="spellStart"/>
      <w:r w:rsidRPr="00084ECD">
        <w:rPr>
          <w:b/>
          <w:color w:val="FF0000"/>
        </w:rPr>
        <w:t>a</w:t>
      </w:r>
      <w:proofErr w:type="spellEnd"/>
      <w:r w:rsidRPr="00084ECD">
        <w:rPr>
          <w:b/>
          <w:color w:val="FF0000"/>
        </w:rPr>
        <w:t xml:space="preserve"> un facteur de lumière évalué à insuffisant ou faible</w:t>
      </w:r>
      <w:r w:rsidR="00061FB7" w:rsidRPr="00DC14BE">
        <w:rPr>
          <w:b/>
          <w:color w:val="FF0000"/>
        </w:rPr>
        <w:t>.</w:t>
      </w:r>
    </w:p>
    <w:p w:rsidR="00084ECD" w:rsidRPr="00DC14BE" w:rsidRDefault="00084ECD" w:rsidP="00061FB7">
      <w:pPr>
        <w:spacing w:after="60"/>
        <w:ind w:left="567"/>
        <w:rPr>
          <w:b/>
          <w:color w:val="FF0000"/>
        </w:rPr>
      </w:pPr>
      <w:r w:rsidRPr="00084ECD">
        <w:rPr>
          <w:b/>
          <w:color w:val="FF0000"/>
        </w:rPr>
        <w:t>La pièce principale où la famille passe la majorité de son temps est peu éclairée</w:t>
      </w:r>
      <w:r>
        <w:rPr>
          <w:b/>
          <w:color w:val="FF0000"/>
        </w:rPr>
        <w:t xml:space="preserve"> car</w:t>
      </w:r>
      <w:r w:rsidRPr="00084ECD">
        <w:rPr>
          <w:b/>
          <w:color w:val="FF0000"/>
        </w:rPr>
        <w:t xml:space="preserve"> il </w:t>
      </w:r>
      <w:r>
        <w:rPr>
          <w:b/>
          <w:color w:val="FF0000"/>
        </w:rPr>
        <w:t>n’</w:t>
      </w:r>
      <w:r w:rsidRPr="00084ECD">
        <w:rPr>
          <w:b/>
          <w:color w:val="FF0000"/>
        </w:rPr>
        <w:t xml:space="preserve">y a </w:t>
      </w:r>
      <w:r>
        <w:rPr>
          <w:b/>
          <w:color w:val="FF0000"/>
        </w:rPr>
        <w:t>qu’une ouverture (1 petite fenêtre)</w:t>
      </w:r>
    </w:p>
    <w:p w:rsidR="00680325" w:rsidRDefault="00680325" w:rsidP="00680325"/>
    <w:p w:rsidR="00CE2087" w:rsidRPr="00084ECD" w:rsidRDefault="00084ECD" w:rsidP="00084ECD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084ECD">
        <w:rPr>
          <w:rFonts w:ascii="Times New Roman" w:hAnsi="Times New Roman" w:cs="Times New Roman"/>
          <w:b w:val="0"/>
          <w:color w:val="000000"/>
        </w:rPr>
        <w:t>Pour pallier ce manque de luminosité, l’architecte envisage de mettre en place deux conduits de lumières. À l’aide du DT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Pr="00084ECD">
        <w:rPr>
          <w:rFonts w:ascii="Times New Roman" w:hAnsi="Times New Roman" w:cs="Times New Roman"/>
          <w:b w:val="0"/>
          <w:color w:val="000000"/>
        </w:rPr>
        <w:t>2, décri</w:t>
      </w:r>
      <w:r>
        <w:rPr>
          <w:rFonts w:ascii="Times New Roman" w:hAnsi="Times New Roman" w:cs="Times New Roman"/>
          <w:b w:val="0"/>
          <w:color w:val="000000"/>
        </w:rPr>
        <w:t>vez</w:t>
      </w:r>
      <w:r w:rsidRPr="00084ECD">
        <w:rPr>
          <w:rFonts w:ascii="Times New Roman" w:hAnsi="Times New Roman" w:cs="Times New Roman"/>
          <w:b w:val="0"/>
          <w:color w:val="000000"/>
        </w:rPr>
        <w:t xml:space="preserve"> </w:t>
      </w:r>
      <w:r w:rsidR="00466FB5">
        <w:rPr>
          <w:rFonts w:ascii="Times New Roman" w:hAnsi="Times New Roman" w:cs="Times New Roman"/>
          <w:b w:val="0"/>
          <w:color w:val="000000"/>
        </w:rPr>
        <w:t xml:space="preserve">le rôle et </w:t>
      </w:r>
      <w:r w:rsidRPr="00084ECD">
        <w:rPr>
          <w:rFonts w:ascii="Times New Roman" w:hAnsi="Times New Roman" w:cs="Times New Roman"/>
          <w:b w:val="0"/>
          <w:color w:val="000000"/>
        </w:rPr>
        <w:t>le principe de fonctionnement d</w:t>
      </w:r>
      <w:r>
        <w:rPr>
          <w:rFonts w:ascii="Times New Roman" w:hAnsi="Times New Roman" w:cs="Times New Roman"/>
          <w:b w:val="0"/>
          <w:color w:val="000000"/>
        </w:rPr>
        <w:t>’</w:t>
      </w:r>
      <w:r w:rsidRPr="00084ECD">
        <w:rPr>
          <w:rFonts w:ascii="Times New Roman" w:hAnsi="Times New Roman" w:cs="Times New Roman"/>
          <w:b w:val="0"/>
          <w:color w:val="000000"/>
        </w:rPr>
        <w:t>u</w:t>
      </w:r>
      <w:r>
        <w:rPr>
          <w:rFonts w:ascii="Times New Roman" w:hAnsi="Times New Roman" w:cs="Times New Roman"/>
          <w:b w:val="0"/>
          <w:color w:val="000000"/>
        </w:rPr>
        <w:t>n</w:t>
      </w:r>
      <w:r w:rsidRPr="00084ECD">
        <w:rPr>
          <w:rFonts w:ascii="Times New Roman" w:hAnsi="Times New Roman" w:cs="Times New Roman"/>
          <w:b w:val="0"/>
          <w:color w:val="000000"/>
        </w:rPr>
        <w:t xml:space="preserve"> conduit de lumière </w:t>
      </w:r>
      <w:r w:rsidR="00466FB5">
        <w:rPr>
          <w:rFonts w:ascii="Times New Roman" w:hAnsi="Times New Roman" w:cs="Times New Roman"/>
          <w:b w:val="0"/>
          <w:color w:val="000000"/>
        </w:rPr>
        <w:t>en indiquant</w:t>
      </w:r>
      <w:r w:rsidRPr="00084ECD">
        <w:rPr>
          <w:rFonts w:ascii="Times New Roman" w:hAnsi="Times New Roman" w:cs="Times New Roman"/>
          <w:b w:val="0"/>
          <w:color w:val="000000"/>
        </w:rPr>
        <w:t xml:space="preserve"> quels sont </w:t>
      </w:r>
      <w:r w:rsidR="00466FB5">
        <w:rPr>
          <w:rFonts w:ascii="Times New Roman" w:hAnsi="Times New Roman" w:cs="Times New Roman"/>
          <w:b w:val="0"/>
          <w:color w:val="000000"/>
        </w:rPr>
        <w:t>s</w:t>
      </w:r>
      <w:r w:rsidRPr="00084ECD">
        <w:rPr>
          <w:rFonts w:ascii="Times New Roman" w:hAnsi="Times New Roman" w:cs="Times New Roman"/>
          <w:b w:val="0"/>
          <w:color w:val="000000"/>
        </w:rPr>
        <w:t>es principaux constituants</w:t>
      </w:r>
      <w:r>
        <w:rPr>
          <w:rFonts w:ascii="Times New Roman" w:hAnsi="Times New Roman" w:cs="Times New Roman"/>
          <w:b w:val="0"/>
          <w:color w:val="000000"/>
        </w:rPr>
        <w:t>.</w:t>
      </w:r>
    </w:p>
    <w:p w:rsidR="00466FB5" w:rsidRPr="00466FB5" w:rsidRDefault="00466FB5" w:rsidP="00466FB5">
      <w:pPr>
        <w:spacing w:after="60"/>
        <w:ind w:left="567"/>
        <w:rPr>
          <w:b/>
          <w:color w:val="FF0000"/>
        </w:rPr>
      </w:pPr>
      <w:r w:rsidRPr="00466FB5">
        <w:rPr>
          <w:b/>
          <w:color w:val="FF0000"/>
        </w:rPr>
        <w:t>Le puits de lumière permet de capter et de transmettre la lumière dans une pièce sous éclairée.</w:t>
      </w:r>
    </w:p>
    <w:p w:rsidR="00466FB5" w:rsidRPr="00466FB5" w:rsidRDefault="00466FB5" w:rsidP="00466FB5">
      <w:pPr>
        <w:pStyle w:val="Paragraphedeliste"/>
        <w:numPr>
          <w:ilvl w:val="0"/>
          <w:numId w:val="44"/>
        </w:numPr>
        <w:spacing w:after="60"/>
        <w:ind w:left="1281" w:hanging="357"/>
        <w:contextualSpacing w:val="0"/>
        <w:rPr>
          <w:rFonts w:ascii="Times New Roman" w:hAnsi="Times New Roman" w:cs="Times New Roman"/>
        </w:rPr>
      </w:pPr>
      <w:r w:rsidRPr="00466FB5">
        <w:rPr>
          <w:rFonts w:ascii="Times New Roman" w:hAnsi="Times New Roman" w:cs="Times New Roman"/>
        </w:rPr>
        <w:t>Le collecteur (coupole + anneau de pré-assemblage + jupe d’étanchéité) permet de capter ou collecte</w:t>
      </w:r>
      <w:r>
        <w:rPr>
          <w:rFonts w:ascii="Times New Roman" w:hAnsi="Times New Roman" w:cs="Times New Roman"/>
        </w:rPr>
        <w:t>r</w:t>
      </w:r>
      <w:r w:rsidRPr="00466FB5">
        <w:rPr>
          <w:rFonts w:ascii="Times New Roman" w:hAnsi="Times New Roman" w:cs="Times New Roman"/>
        </w:rPr>
        <w:t xml:space="preserve"> la lumière</w:t>
      </w:r>
    </w:p>
    <w:p w:rsidR="00466FB5" w:rsidRPr="00466FB5" w:rsidRDefault="00466FB5" w:rsidP="00466FB5">
      <w:pPr>
        <w:pStyle w:val="Paragraphedeliste"/>
        <w:numPr>
          <w:ilvl w:val="0"/>
          <w:numId w:val="44"/>
        </w:numPr>
        <w:spacing w:after="60"/>
        <w:ind w:left="1281" w:hanging="357"/>
        <w:contextualSpacing w:val="0"/>
        <w:rPr>
          <w:rFonts w:ascii="Times New Roman" w:hAnsi="Times New Roman" w:cs="Times New Roman"/>
        </w:rPr>
      </w:pPr>
      <w:r w:rsidRPr="00466FB5">
        <w:rPr>
          <w:rFonts w:ascii="Times New Roman" w:hAnsi="Times New Roman" w:cs="Times New Roman"/>
        </w:rPr>
        <w:t>Le convoyeur transmet la lumière dans la pièce</w:t>
      </w:r>
    </w:p>
    <w:p w:rsidR="00CE2087" w:rsidRPr="00466FB5" w:rsidRDefault="00466FB5" w:rsidP="00466FB5">
      <w:pPr>
        <w:pStyle w:val="Paragraphedeliste"/>
        <w:numPr>
          <w:ilvl w:val="0"/>
          <w:numId w:val="44"/>
        </w:numPr>
        <w:ind w:left="1281" w:hanging="357"/>
        <w:contextualSpacing w:val="0"/>
        <w:rPr>
          <w:rFonts w:ascii="Times New Roman" w:hAnsi="Times New Roman" w:cs="Times New Roman"/>
        </w:rPr>
      </w:pPr>
      <w:r w:rsidRPr="00466FB5">
        <w:rPr>
          <w:rFonts w:ascii="Times New Roman" w:hAnsi="Times New Roman" w:cs="Times New Roman"/>
        </w:rPr>
        <w:t>Le diffuseur (rond ou carré) permet de diffuser la lumière</w:t>
      </w:r>
    </w:p>
    <w:p w:rsidR="00466FB5" w:rsidRPr="00466FB5" w:rsidRDefault="00466FB5" w:rsidP="00466FB5"/>
    <w:p w:rsidR="00680325" w:rsidRPr="00466FB5" w:rsidRDefault="00466FB5" w:rsidP="00466FB5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466FB5">
        <w:rPr>
          <w:rFonts w:ascii="Times New Roman" w:hAnsi="Times New Roman" w:cs="Times New Roman"/>
          <w:b w:val="0"/>
          <w:color w:val="000000"/>
        </w:rPr>
        <w:t>L’éclairement naturel moyen global horizontal (lumière du jour) est de l’ordre de 35 000 lx en France pendant la durée du jour. Calcule</w:t>
      </w:r>
      <w:r>
        <w:rPr>
          <w:rFonts w:ascii="Times New Roman" w:hAnsi="Times New Roman" w:cs="Times New Roman"/>
          <w:b w:val="0"/>
          <w:color w:val="000000"/>
        </w:rPr>
        <w:t>z</w:t>
      </w:r>
      <w:r w:rsidRPr="00466FB5">
        <w:rPr>
          <w:rFonts w:ascii="Times New Roman" w:hAnsi="Times New Roman" w:cs="Times New Roman"/>
          <w:b w:val="0"/>
          <w:color w:val="000000"/>
        </w:rPr>
        <w:t xml:space="preserve"> le flux lumineux correspondant à un éclairement de 35 000 lux.</w:t>
      </w:r>
    </w:p>
    <w:p w:rsidR="00680325" w:rsidRDefault="00F31F58" w:rsidP="00F31F58">
      <w:pPr>
        <w:tabs>
          <w:tab w:val="left" w:pos="1701"/>
        </w:tabs>
        <w:spacing w:after="60"/>
        <w:ind w:left="567"/>
        <w:rPr>
          <w:rFonts w:eastAsiaTheme="minorEastAsia"/>
          <w:b/>
          <w:color w:val="00B050"/>
        </w:rPr>
      </w:pPr>
      <w:r>
        <w:rPr>
          <w:b/>
          <w:color w:val="FF0000"/>
        </w:rPr>
        <w:t>Rappel :</w:t>
      </w:r>
      <w:r>
        <w:rPr>
          <w:b/>
          <w:color w:val="FF0000"/>
        </w:rPr>
        <w:tab/>
      </w:r>
      <m:oMath>
        <m:r>
          <m:rPr>
            <m:sty m:val="bi"/>
          </m:rPr>
          <w:rPr>
            <w:rFonts w:ascii="Cambria Math" w:hAnsi="Cambria Math"/>
            <w:color w:val="FF0000"/>
          </w:rPr>
          <m:t xml:space="preserve">1 lx=1 lm </m:t>
        </m:r>
        <m:r>
          <m:rPr>
            <m:sty m:val="bi"/>
          </m:rPr>
          <w:rPr>
            <w:rFonts w:ascii="Cambria Math" w:eastAsiaTheme="minorEastAsia" w:hAnsi="Cambria Math"/>
            <w:color w:val="FF0000"/>
          </w:rPr>
          <m:t xml:space="preserve">/ 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sup>
        </m:sSup>
      </m:oMath>
      <w:r>
        <w:rPr>
          <w:rFonts w:eastAsiaTheme="minorEastAsia"/>
          <w:b/>
          <w:color w:val="FF0000"/>
        </w:rPr>
        <w:tab/>
      </w:r>
      <w:r w:rsidRPr="00F31F58">
        <w:rPr>
          <w:rFonts w:eastAsiaTheme="minorEastAsia"/>
          <w:b/>
          <w:color w:val="00B050"/>
        </w:rPr>
        <w:t>lumen (unité de mesure de flux lumineux</w:t>
      </w:r>
      <w:r>
        <w:rPr>
          <w:rFonts w:eastAsiaTheme="minorEastAsia"/>
          <w:b/>
          <w:color w:val="00B050"/>
        </w:rPr>
        <w:t>)</w:t>
      </w:r>
    </w:p>
    <w:p w:rsidR="00F31F58" w:rsidRDefault="00F31F58" w:rsidP="00F31F58">
      <w:pPr>
        <w:tabs>
          <w:tab w:val="left" w:pos="1701"/>
        </w:tabs>
        <w:spacing w:after="60"/>
        <w:ind w:left="567"/>
        <w:rPr>
          <w:b/>
          <w:color w:val="FF0000"/>
        </w:rPr>
      </w:pPr>
      <w:r>
        <w:rPr>
          <w:b/>
          <w:color w:val="FF0000"/>
        </w:rPr>
        <w:t>Donc :</w:t>
      </w:r>
      <w:r>
        <w:rPr>
          <w:b/>
          <w:color w:val="FF0000"/>
        </w:rPr>
        <w:tab/>
      </w:r>
      <m:oMath>
        <m:r>
          <m:rPr>
            <m:sty m:val="bi"/>
          </m:rPr>
          <w:rPr>
            <w:rFonts w:ascii="Cambria Math" w:hAnsi="Cambria Math"/>
            <w:color w:val="FF0000"/>
          </w:rPr>
          <m:t xml:space="preserve">35 000 lx=35 000 lm </m:t>
        </m:r>
        <m:r>
          <m:rPr>
            <m:sty m:val="bi"/>
          </m:rPr>
          <w:rPr>
            <w:rFonts w:ascii="Cambria Math" w:eastAsiaTheme="minorEastAsia" w:hAnsi="Cambria Math"/>
            <w:color w:val="FF0000"/>
          </w:rPr>
          <m:t xml:space="preserve">/ </m:t>
        </m:r>
        <m:sSup>
          <m:sSupPr>
            <m:ctrlPr>
              <w:rPr>
                <w:rFonts w:ascii="Cambria Math" w:eastAsiaTheme="minorEastAsia" w:hAnsi="Cambria Math"/>
                <w:b/>
                <w:i/>
                <w:color w:val="FF000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/>
                <w:color w:val="FF0000"/>
              </w:rPr>
              <m:t>2</m:t>
            </m:r>
          </m:sup>
        </m:sSup>
      </m:oMath>
    </w:p>
    <w:p w:rsidR="00680325" w:rsidRDefault="00680325" w:rsidP="00680325"/>
    <w:p w:rsidR="00F31F58" w:rsidRPr="00F31F58" w:rsidRDefault="00F31F58" w:rsidP="00F31F58">
      <w:pPr>
        <w:pStyle w:val="Normal1"/>
      </w:pPr>
      <w:r>
        <w:t xml:space="preserve">Soit </w:t>
      </w:r>
      <w:r w:rsidRPr="00F31F58">
        <w:t>un éclairage arti</w:t>
      </w:r>
      <w:r>
        <w:t>ficiel de type fluorescent de 1,</w:t>
      </w:r>
      <w:r w:rsidRPr="00F31F58">
        <w:t>20</w:t>
      </w:r>
      <w:r>
        <w:t xml:space="preserve"> </w:t>
      </w:r>
      <w:r w:rsidRPr="00F31F58">
        <w:t>m de longueur ay</w:t>
      </w:r>
      <w:r>
        <w:t>ant un flux lumineux de 3 400 lm.</w:t>
      </w:r>
    </w:p>
    <w:p w:rsidR="00F31F58" w:rsidRPr="00F31F58" w:rsidRDefault="00F31F58" w:rsidP="00F31F58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F31F58">
        <w:rPr>
          <w:rFonts w:ascii="Times New Roman" w:hAnsi="Times New Roman" w:cs="Times New Roman"/>
          <w:b w:val="0"/>
          <w:color w:val="000000"/>
        </w:rPr>
        <w:t>Calculez le nombre de tubes fluorescents nécessaires pour obtenir l’équivalent de la lumière du jour</w:t>
      </w:r>
      <w:r>
        <w:rPr>
          <w:rFonts w:ascii="Times New Roman" w:hAnsi="Times New Roman" w:cs="Times New Roman"/>
          <w:b w:val="0"/>
          <w:color w:val="000000"/>
        </w:rPr>
        <w:t>.</w:t>
      </w:r>
    </w:p>
    <w:p w:rsidR="00F31F58" w:rsidRPr="00F31F58" w:rsidRDefault="00A65F6D" w:rsidP="00F31F58">
      <w:pPr>
        <w:tabs>
          <w:tab w:val="left" w:pos="1701"/>
        </w:tabs>
        <w:spacing w:after="60"/>
        <w:ind w:left="567"/>
        <w:rPr>
          <w:b/>
          <w:color w:val="FF0000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Nb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tubes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</m:t>
        </m:r>
        <m:f>
          <m:fPr>
            <m:ctrlPr>
              <w:rPr>
                <w:rFonts w:ascii="Cambria Math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35 000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3 400</m:t>
            </m:r>
          </m:den>
        </m:f>
        <m:r>
          <m:rPr>
            <m:sty m:val="bi"/>
          </m:rPr>
          <w:rPr>
            <w:rFonts w:ascii="Cambria Math" w:hAnsi="Cambria Math"/>
            <w:color w:val="FF0000"/>
          </w:rPr>
          <m:t>=10,3 soit 11 tubes</m:t>
        </m:r>
      </m:oMath>
      <w:r w:rsidR="00F31F58">
        <w:rPr>
          <w:rFonts w:eastAsiaTheme="minorEastAsia"/>
          <w:b/>
          <w:color w:val="FF0000"/>
        </w:rPr>
        <w:t xml:space="preserve"> </w:t>
      </w:r>
    </w:p>
    <w:p w:rsidR="00590DD7" w:rsidRDefault="004E54C5" w:rsidP="00680325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4664710</wp:posOffset>
            </wp:positionH>
            <wp:positionV relativeFrom="paragraph">
              <wp:posOffset>104140</wp:posOffset>
            </wp:positionV>
            <wp:extent cx="2601595" cy="2267585"/>
            <wp:effectExtent l="0" t="0" r="8255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95" cy="226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4C5" w:rsidRDefault="004E54C5" w:rsidP="004E54C5">
      <w:pPr>
        <w:pStyle w:val="Normal1"/>
        <w:ind w:right="4819"/>
        <w:rPr>
          <w:szCs w:val="24"/>
        </w:rPr>
      </w:pPr>
      <w:r w:rsidRPr="004E54C5">
        <w:rPr>
          <w:szCs w:val="24"/>
        </w:rPr>
        <w:t>Le</w:t>
      </w:r>
      <w:r w:rsidRPr="004E54C5">
        <w:rPr>
          <w:spacing w:val="57"/>
          <w:szCs w:val="24"/>
        </w:rPr>
        <w:t xml:space="preserve"> </w:t>
      </w:r>
      <w:r w:rsidRPr="004E54C5">
        <w:rPr>
          <w:szCs w:val="24"/>
        </w:rPr>
        <w:t>flux</w:t>
      </w:r>
      <w:r w:rsidRPr="004E54C5">
        <w:rPr>
          <w:spacing w:val="55"/>
          <w:szCs w:val="24"/>
        </w:rPr>
        <w:t xml:space="preserve"> </w:t>
      </w:r>
      <w:r w:rsidRPr="004E54C5">
        <w:rPr>
          <w:szCs w:val="24"/>
        </w:rPr>
        <w:t>lumineux</w:t>
      </w:r>
      <w:r w:rsidRPr="004E54C5">
        <w:rPr>
          <w:spacing w:val="55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pacing w:val="55"/>
                <w:szCs w:val="24"/>
              </w:rPr>
            </m:ctrlPr>
          </m:sSubPr>
          <m:e>
            <m:r>
              <w:rPr>
                <w:rFonts w:ascii="Cambria Math" w:hAnsi="Cambria Math"/>
                <w:spacing w:val="55"/>
                <w:szCs w:val="24"/>
              </w:rPr>
              <m:t>F</m:t>
            </m:r>
          </m:e>
          <m:sub>
            <m:r>
              <w:rPr>
                <w:rFonts w:ascii="Cambria Math" w:hAnsi="Cambria Math"/>
                <w:spacing w:val="55"/>
                <w:szCs w:val="24"/>
              </w:rPr>
              <m:t>t</m:t>
            </m:r>
          </m:sub>
        </m:sSub>
      </m:oMath>
      <w:r>
        <w:rPr>
          <w:spacing w:val="55"/>
          <w:szCs w:val="24"/>
        </w:rPr>
        <w:t xml:space="preserve"> </w:t>
      </w:r>
      <w:r w:rsidRPr="004E54C5">
        <w:rPr>
          <w:szCs w:val="24"/>
        </w:rPr>
        <w:t>(en</w:t>
      </w:r>
      <w:r w:rsidRPr="004E54C5">
        <w:rPr>
          <w:spacing w:val="57"/>
          <w:szCs w:val="24"/>
        </w:rPr>
        <w:t xml:space="preserve"> </w:t>
      </w:r>
      <w:r w:rsidRPr="004E54C5">
        <w:rPr>
          <w:szCs w:val="24"/>
        </w:rPr>
        <w:t>lm</w:t>
      </w:r>
      <w:r w:rsidRPr="004E54C5">
        <w:rPr>
          <w:rFonts w:eastAsia="Arial"/>
          <w:szCs w:val="24"/>
        </w:rPr>
        <w:t>)</w:t>
      </w:r>
      <w:r w:rsidRPr="004E54C5">
        <w:rPr>
          <w:rFonts w:eastAsia="Arial"/>
          <w:spacing w:val="59"/>
          <w:szCs w:val="24"/>
        </w:rPr>
        <w:t xml:space="preserve"> </w:t>
      </w:r>
      <w:r w:rsidRPr="004E54C5">
        <w:rPr>
          <w:rFonts w:eastAsia="Arial"/>
          <w:szCs w:val="24"/>
        </w:rPr>
        <w:t>que</w:t>
      </w:r>
      <w:r w:rsidRPr="004E54C5">
        <w:rPr>
          <w:rFonts w:eastAsia="Arial"/>
          <w:spacing w:val="57"/>
          <w:szCs w:val="24"/>
        </w:rPr>
        <w:t xml:space="preserve"> </w:t>
      </w:r>
      <w:r w:rsidRPr="004E54C5">
        <w:rPr>
          <w:rFonts w:eastAsia="Arial"/>
          <w:szCs w:val="24"/>
        </w:rPr>
        <w:t>l’on</w:t>
      </w:r>
      <w:r w:rsidRPr="004E54C5">
        <w:rPr>
          <w:rFonts w:eastAsia="Arial"/>
          <w:spacing w:val="30"/>
          <w:szCs w:val="24"/>
        </w:rPr>
        <w:t xml:space="preserve"> </w:t>
      </w:r>
      <w:r w:rsidRPr="004E54C5">
        <w:rPr>
          <w:rFonts w:eastAsia="Arial"/>
          <w:szCs w:val="24"/>
        </w:rPr>
        <w:t>peut</w:t>
      </w:r>
      <w:r w:rsidRPr="004E54C5">
        <w:rPr>
          <w:rFonts w:eastAsia="Arial"/>
          <w:spacing w:val="46"/>
          <w:szCs w:val="24"/>
        </w:rPr>
        <w:t xml:space="preserve"> </w:t>
      </w:r>
      <w:r w:rsidRPr="004E54C5">
        <w:rPr>
          <w:rFonts w:eastAsia="Arial"/>
          <w:szCs w:val="24"/>
        </w:rPr>
        <w:t>transmettre</w:t>
      </w:r>
      <w:r w:rsidRPr="004E54C5">
        <w:rPr>
          <w:rFonts w:eastAsia="Arial"/>
          <w:spacing w:val="44"/>
          <w:szCs w:val="24"/>
        </w:rPr>
        <w:t xml:space="preserve"> </w:t>
      </w:r>
      <w:r w:rsidRPr="004E54C5">
        <w:rPr>
          <w:rFonts w:eastAsia="Arial"/>
          <w:szCs w:val="24"/>
        </w:rPr>
        <w:t>à</w:t>
      </w:r>
      <w:r w:rsidRPr="004E54C5">
        <w:rPr>
          <w:rFonts w:eastAsia="Arial"/>
          <w:spacing w:val="47"/>
          <w:szCs w:val="24"/>
        </w:rPr>
        <w:t xml:space="preserve"> </w:t>
      </w:r>
      <w:r w:rsidRPr="004E54C5">
        <w:rPr>
          <w:rFonts w:eastAsia="Arial"/>
          <w:szCs w:val="24"/>
        </w:rPr>
        <w:t>l’intérieur</w:t>
      </w:r>
      <w:r w:rsidRPr="004E54C5">
        <w:rPr>
          <w:rFonts w:eastAsia="Arial"/>
          <w:spacing w:val="46"/>
          <w:szCs w:val="24"/>
        </w:rPr>
        <w:t xml:space="preserve"> </w:t>
      </w:r>
      <w:r w:rsidRPr="004E54C5">
        <w:rPr>
          <w:rFonts w:eastAsia="Arial"/>
          <w:szCs w:val="24"/>
        </w:rPr>
        <w:t>de</w:t>
      </w:r>
      <w:r w:rsidRPr="004E54C5">
        <w:rPr>
          <w:rFonts w:eastAsia="Arial"/>
          <w:spacing w:val="47"/>
          <w:szCs w:val="24"/>
        </w:rPr>
        <w:t xml:space="preserve"> </w:t>
      </w:r>
      <w:r w:rsidRPr="004E54C5">
        <w:rPr>
          <w:rFonts w:eastAsia="Arial"/>
          <w:szCs w:val="24"/>
        </w:rPr>
        <w:t>la</w:t>
      </w:r>
      <w:r w:rsidRPr="004E54C5">
        <w:rPr>
          <w:rFonts w:eastAsia="Arial"/>
          <w:spacing w:val="21"/>
          <w:szCs w:val="24"/>
        </w:rPr>
        <w:t xml:space="preserve"> </w:t>
      </w:r>
      <w:r w:rsidRPr="004E54C5">
        <w:rPr>
          <w:szCs w:val="24"/>
        </w:rPr>
        <w:t>maison</w:t>
      </w:r>
      <w:r w:rsidRPr="004E54C5">
        <w:rPr>
          <w:spacing w:val="13"/>
          <w:szCs w:val="24"/>
        </w:rPr>
        <w:t xml:space="preserve"> </w:t>
      </w:r>
      <w:r w:rsidRPr="004E54C5">
        <w:rPr>
          <w:szCs w:val="24"/>
        </w:rPr>
        <w:t>par</w:t>
      </w:r>
      <w:r w:rsidRPr="004E54C5">
        <w:rPr>
          <w:spacing w:val="15"/>
          <w:szCs w:val="24"/>
        </w:rPr>
        <w:t xml:space="preserve"> </w:t>
      </w:r>
      <w:r w:rsidRPr="004E54C5">
        <w:rPr>
          <w:szCs w:val="24"/>
        </w:rPr>
        <w:t>un</w:t>
      </w:r>
      <w:r w:rsidRPr="004E54C5">
        <w:rPr>
          <w:spacing w:val="13"/>
          <w:szCs w:val="24"/>
        </w:rPr>
        <w:t xml:space="preserve"> </w:t>
      </w:r>
      <w:r w:rsidRPr="004E54C5">
        <w:rPr>
          <w:szCs w:val="24"/>
        </w:rPr>
        <w:t>puits</w:t>
      </w:r>
      <w:r w:rsidRPr="004E54C5">
        <w:rPr>
          <w:spacing w:val="14"/>
          <w:szCs w:val="24"/>
        </w:rPr>
        <w:t xml:space="preserve"> </w:t>
      </w:r>
      <w:r w:rsidRPr="004E54C5">
        <w:rPr>
          <w:spacing w:val="-2"/>
          <w:szCs w:val="24"/>
        </w:rPr>
        <w:t>de</w:t>
      </w:r>
      <w:r w:rsidRPr="004E54C5">
        <w:rPr>
          <w:spacing w:val="13"/>
          <w:szCs w:val="24"/>
        </w:rPr>
        <w:t xml:space="preserve"> </w:t>
      </w:r>
      <w:r w:rsidRPr="004E54C5">
        <w:rPr>
          <w:szCs w:val="24"/>
        </w:rPr>
        <w:t>lumière</w:t>
      </w:r>
      <w:r w:rsidRPr="004E54C5">
        <w:rPr>
          <w:spacing w:val="13"/>
          <w:szCs w:val="24"/>
        </w:rPr>
        <w:t xml:space="preserve"> </w:t>
      </w:r>
      <w:r w:rsidRPr="004E54C5">
        <w:rPr>
          <w:szCs w:val="24"/>
        </w:rPr>
        <w:t>est</w:t>
      </w:r>
      <w:r w:rsidRPr="004E54C5">
        <w:rPr>
          <w:spacing w:val="27"/>
          <w:szCs w:val="24"/>
        </w:rPr>
        <w:t xml:space="preserve"> </w:t>
      </w:r>
      <w:r w:rsidRPr="004E54C5">
        <w:rPr>
          <w:szCs w:val="24"/>
        </w:rPr>
        <w:t>donné</w:t>
      </w:r>
      <w:r>
        <w:rPr>
          <w:szCs w:val="24"/>
        </w:rPr>
        <w:t xml:space="preserve"> par :</w:t>
      </w:r>
    </w:p>
    <w:p w:rsidR="004E54C5" w:rsidRPr="004E54C5" w:rsidRDefault="00A65F6D" w:rsidP="004E54C5">
      <w:pPr>
        <w:pStyle w:val="Normal1"/>
        <w:ind w:right="4819"/>
        <w:jc w:val="center"/>
        <w:rPr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Cs w:val="24"/>
              </w:rPr>
              <m:t>t</m:t>
            </m:r>
          </m:sub>
        </m:sSub>
        <m:r>
          <w:rPr>
            <w:rFonts w:ascii="Cambria Math" w:hAnsi="Cambria Math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Cs w:val="24"/>
              </w:rPr>
              <m:t>ext</m:t>
            </m:r>
          </m:sub>
        </m:sSub>
        <m:r>
          <w:rPr>
            <w:rFonts w:ascii="Cambria Math" w:hAnsi="Cambria Math"/>
            <w:szCs w:val="24"/>
          </w:rPr>
          <m:t xml:space="preserve"> . S . 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Cs w:val="24"/>
              </w:rPr>
              <m:t>1</m:t>
            </m:r>
          </m:sub>
        </m:sSub>
        <m:r>
          <w:rPr>
            <w:rFonts w:ascii="Cambria Math" w:hAnsi="Cambria Math"/>
            <w:szCs w:val="24"/>
          </w:rPr>
          <m:t xml:space="preserve"> . 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Cs w:val="24"/>
              </w:rPr>
              <m:t>2</m:t>
            </m:r>
          </m:sub>
        </m:sSub>
        <m:r>
          <w:rPr>
            <w:rFonts w:ascii="Cambria Math" w:hAnsi="Cambria Math"/>
            <w:szCs w:val="24"/>
          </w:rPr>
          <m:t xml:space="preserve"> . η</m:t>
        </m:r>
      </m:oMath>
      <w:r w:rsidR="0098715B">
        <w:rPr>
          <w:szCs w:val="24"/>
        </w:rPr>
        <w:t xml:space="preserve"> </w:t>
      </w:r>
    </w:p>
    <w:p w:rsidR="004E54C5" w:rsidRPr="004E54C5" w:rsidRDefault="00A65F6D" w:rsidP="0098715B">
      <w:pPr>
        <w:spacing w:after="120" w:line="256" w:lineRule="exact"/>
        <w:ind w:left="567" w:right="4253"/>
        <w:rPr>
          <w:rFonts w:eastAsia="Arial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pacing w:val="55"/>
                <w:lang w:eastAsia="fr-FR"/>
              </w:rPr>
            </m:ctrlPr>
          </m:sSubPr>
          <m:e>
            <m:r>
              <w:rPr>
                <w:rFonts w:ascii="Cambria Math" w:hAnsi="Cambria Math"/>
                <w:spacing w:val="55"/>
              </w:rPr>
              <m:t>E</m:t>
            </m:r>
          </m:e>
          <m:sub>
            <m:r>
              <w:rPr>
                <w:rFonts w:ascii="Cambria Math" w:eastAsia="Times New Roman" w:hAnsi="Cambria Math"/>
                <w:spacing w:val="55"/>
                <w:lang w:eastAsia="fr-FR"/>
              </w:rPr>
              <m:t>ext</m:t>
            </m:r>
          </m:sub>
        </m:sSub>
        <m:r>
          <w:rPr>
            <w:rFonts w:ascii="Cambria Math" w:eastAsia="Times New Roman" w:hAnsi="Cambria Math"/>
            <w:spacing w:val="55"/>
            <w:lang w:eastAsia="fr-FR"/>
          </w:rPr>
          <m:t>=</m:t>
        </m:r>
      </m:oMath>
      <w:r w:rsidR="004E54C5">
        <w:rPr>
          <w:rFonts w:eastAsia="Arial"/>
          <w:i/>
          <w:spacing w:val="55"/>
          <w:lang w:eastAsia="fr-FR"/>
        </w:rPr>
        <w:t xml:space="preserve"> </w:t>
      </w:r>
      <w:r w:rsidR="004E54C5" w:rsidRPr="004E54C5">
        <w:rPr>
          <w:rFonts w:eastAsia="Arial"/>
          <w:i/>
          <w:spacing w:val="-1"/>
        </w:rPr>
        <w:t>L’éclairement</w:t>
      </w:r>
      <w:r w:rsidR="004E54C5" w:rsidRPr="004E54C5">
        <w:rPr>
          <w:rFonts w:eastAsia="Arial"/>
          <w:i/>
          <w:spacing w:val="15"/>
        </w:rPr>
        <w:t xml:space="preserve"> </w:t>
      </w:r>
      <w:r w:rsidR="004E54C5" w:rsidRPr="004E54C5">
        <w:rPr>
          <w:rFonts w:eastAsia="Arial"/>
          <w:i/>
          <w:spacing w:val="-1"/>
        </w:rPr>
        <w:t>extérieur</w:t>
      </w:r>
      <w:r w:rsidR="004E54C5" w:rsidRPr="004E54C5">
        <w:rPr>
          <w:rFonts w:eastAsia="Arial"/>
          <w:i/>
          <w:spacing w:val="16"/>
        </w:rPr>
        <w:t xml:space="preserve"> </w:t>
      </w:r>
      <w:r w:rsidR="004E54C5" w:rsidRPr="004E54C5">
        <w:rPr>
          <w:rFonts w:eastAsia="Arial"/>
          <w:i/>
          <w:spacing w:val="-1"/>
        </w:rPr>
        <w:t>horizontal</w:t>
      </w:r>
      <w:r w:rsidR="004E54C5" w:rsidRPr="004E54C5">
        <w:rPr>
          <w:rFonts w:eastAsia="Arial"/>
          <w:i/>
          <w:spacing w:val="27"/>
        </w:rPr>
        <w:t xml:space="preserve"> </w:t>
      </w:r>
      <w:r w:rsidR="004E54C5" w:rsidRPr="004E54C5">
        <w:rPr>
          <w:rFonts w:eastAsia="Arial"/>
          <w:i/>
          <w:spacing w:val="-1"/>
        </w:rPr>
        <w:t>global (lx).</w:t>
      </w:r>
    </w:p>
    <w:p w:rsidR="0098715B" w:rsidRDefault="0098715B" w:rsidP="0098715B">
      <w:pPr>
        <w:spacing w:after="120" w:line="256" w:lineRule="exact"/>
        <w:ind w:left="567" w:right="4253"/>
        <w:rPr>
          <w:i/>
          <w:spacing w:val="-1"/>
        </w:rPr>
      </w:pPr>
      <m:oMath>
        <m:r>
          <w:rPr>
            <w:rFonts w:ascii="Cambria Math" w:hAnsi="Cambria Math"/>
          </w:rPr>
          <m:t>S</m:t>
        </m:r>
      </m:oMath>
      <w:r>
        <w:rPr>
          <w:i/>
        </w:rPr>
        <w:t> : S</w:t>
      </w:r>
      <w:r w:rsidR="004E54C5" w:rsidRPr="004E54C5">
        <w:rPr>
          <w:rFonts w:eastAsia="Arial"/>
          <w:i/>
          <w:spacing w:val="-1"/>
        </w:rPr>
        <w:t>ection</w:t>
      </w:r>
      <w:r w:rsidR="004E54C5" w:rsidRPr="004E54C5">
        <w:rPr>
          <w:i/>
          <w:spacing w:val="-2"/>
        </w:rPr>
        <w:t xml:space="preserve"> </w:t>
      </w:r>
      <w:r w:rsidR="004E54C5" w:rsidRPr="004E54C5">
        <w:rPr>
          <w:i/>
        </w:rPr>
        <w:t xml:space="preserve">du </w:t>
      </w:r>
      <w:r w:rsidR="004E54C5" w:rsidRPr="004E54C5">
        <w:rPr>
          <w:i/>
          <w:spacing w:val="-1"/>
        </w:rPr>
        <w:t>puits</w:t>
      </w:r>
      <w:r w:rsidR="004E54C5" w:rsidRPr="004E54C5">
        <w:rPr>
          <w:i/>
          <w:spacing w:val="1"/>
        </w:rPr>
        <w:t xml:space="preserve"> </w:t>
      </w:r>
      <w:r w:rsidR="004E54C5" w:rsidRPr="004E54C5">
        <w:rPr>
          <w:i/>
        </w:rPr>
        <w:t>de</w:t>
      </w:r>
      <w:r w:rsidR="004E54C5" w:rsidRPr="004E54C5">
        <w:rPr>
          <w:i/>
          <w:spacing w:val="-2"/>
        </w:rPr>
        <w:t xml:space="preserve"> </w:t>
      </w:r>
      <w:r w:rsidR="004E54C5" w:rsidRPr="004E54C5">
        <w:rPr>
          <w:i/>
          <w:spacing w:val="-1"/>
        </w:rPr>
        <w:t>lumière</w:t>
      </w:r>
      <w:r w:rsidR="004E54C5" w:rsidRPr="004E54C5">
        <w:rPr>
          <w:i/>
          <w:spacing w:val="-2"/>
        </w:rPr>
        <w:t xml:space="preserve"> </w:t>
      </w:r>
      <w:r w:rsidR="004E54C5" w:rsidRPr="004E54C5">
        <w:rPr>
          <w:i/>
          <w:spacing w:val="-1"/>
        </w:rPr>
        <w:t>(m²).</w:t>
      </w:r>
    </w:p>
    <w:p w:rsidR="004E54C5" w:rsidRPr="004E54C5" w:rsidRDefault="00A65F6D" w:rsidP="0098715B">
      <w:pPr>
        <w:spacing w:after="120" w:line="256" w:lineRule="exact"/>
        <w:ind w:left="567" w:right="4253"/>
        <w:rPr>
          <w:rFonts w:eastAsia="Arial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lang w:eastAsia="fr-FR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eastAsia="Times New Roman" w:hAnsi="Cambria Math"/>
            <w:lang w:eastAsia="fr-FR"/>
          </w:rPr>
          <m:t> </m:t>
        </m:r>
      </m:oMath>
      <w:r w:rsidR="0098715B">
        <w:rPr>
          <w:rFonts w:eastAsiaTheme="minorEastAsia"/>
          <w:i/>
          <w:lang w:eastAsia="fr-FR"/>
        </w:rPr>
        <w:t>:</w:t>
      </w:r>
      <w:r w:rsidR="004E54C5" w:rsidRPr="004E54C5">
        <w:rPr>
          <w:i/>
          <w:spacing w:val="60"/>
        </w:rPr>
        <w:t xml:space="preserve"> </w:t>
      </w:r>
      <w:r w:rsidR="0098715B" w:rsidRPr="0098715B">
        <w:rPr>
          <w:rFonts w:eastAsia="Arial"/>
          <w:i/>
          <w:spacing w:val="-1"/>
        </w:rPr>
        <w:t>Fa</w:t>
      </w:r>
      <w:r w:rsidR="004E54C5" w:rsidRPr="0098715B">
        <w:rPr>
          <w:rFonts w:eastAsia="Arial"/>
          <w:i/>
          <w:spacing w:val="-1"/>
        </w:rPr>
        <w:t>cteur de transmission</w:t>
      </w:r>
      <w:r w:rsidR="004E54C5" w:rsidRPr="004E54C5">
        <w:rPr>
          <w:i/>
        </w:rPr>
        <w:t xml:space="preserve"> du</w:t>
      </w:r>
      <w:r w:rsidR="004E54C5" w:rsidRPr="004E54C5">
        <w:rPr>
          <w:i/>
          <w:spacing w:val="27"/>
        </w:rPr>
        <w:t xml:space="preserve"> </w:t>
      </w:r>
      <w:r w:rsidR="004E54C5" w:rsidRPr="004E54C5">
        <w:rPr>
          <w:i/>
          <w:spacing w:val="-1"/>
        </w:rPr>
        <w:t>collecteur</w:t>
      </w:r>
      <w:r w:rsidR="004E54C5" w:rsidRPr="004E54C5">
        <w:rPr>
          <w:i/>
          <w:spacing w:val="1"/>
        </w:rPr>
        <w:t xml:space="preserve"> </w:t>
      </w:r>
      <w:r w:rsidR="004E54C5" w:rsidRPr="004E54C5">
        <w:rPr>
          <w:i/>
        </w:rPr>
        <w:t>de</w:t>
      </w:r>
      <w:r w:rsidR="004E54C5" w:rsidRPr="004E54C5">
        <w:rPr>
          <w:i/>
          <w:spacing w:val="-2"/>
        </w:rPr>
        <w:t xml:space="preserve"> </w:t>
      </w:r>
      <w:r w:rsidR="004E54C5" w:rsidRPr="004E54C5">
        <w:rPr>
          <w:i/>
          <w:spacing w:val="-1"/>
        </w:rPr>
        <w:t>lumière (%).</w:t>
      </w:r>
    </w:p>
    <w:p w:rsidR="004E54C5" w:rsidRPr="0098715B" w:rsidRDefault="00A65F6D" w:rsidP="0098715B">
      <w:pPr>
        <w:spacing w:after="120" w:line="256" w:lineRule="exact"/>
        <w:ind w:left="567" w:right="4253"/>
        <w:rPr>
          <w:rFonts w:eastAsia="Arial"/>
          <w:i/>
          <w:spacing w:val="-1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lang w:eastAsia="fr-FR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eastAsia="Times New Roman" w:hAnsi="Cambria Math"/>
            <w:lang w:eastAsia="fr-FR"/>
          </w:rPr>
          <m:t> </m:t>
        </m:r>
      </m:oMath>
      <w:r w:rsidR="0098715B">
        <w:rPr>
          <w:rFonts w:eastAsia="Arial"/>
          <w:i/>
          <w:lang w:eastAsia="fr-FR"/>
        </w:rPr>
        <w:t>:</w:t>
      </w:r>
      <w:r w:rsidR="004E54C5" w:rsidRPr="0098715B">
        <w:rPr>
          <w:rFonts w:eastAsia="Arial"/>
          <w:i/>
          <w:spacing w:val="-1"/>
        </w:rPr>
        <w:t xml:space="preserve"> </w:t>
      </w:r>
      <w:r w:rsidR="0098715B">
        <w:rPr>
          <w:rFonts w:eastAsia="Arial"/>
          <w:i/>
          <w:spacing w:val="-1"/>
        </w:rPr>
        <w:t>F</w:t>
      </w:r>
      <w:r w:rsidR="004E54C5" w:rsidRPr="0098715B">
        <w:rPr>
          <w:rFonts w:eastAsia="Arial"/>
          <w:i/>
          <w:spacing w:val="-1"/>
        </w:rPr>
        <w:t>acteur de transmission du diffuseur de lumière</w:t>
      </w:r>
      <w:r w:rsidR="0098715B">
        <w:rPr>
          <w:rFonts w:eastAsia="Arial"/>
          <w:i/>
          <w:spacing w:val="-1"/>
        </w:rPr>
        <w:t xml:space="preserve"> </w:t>
      </w:r>
      <w:r w:rsidR="004E54C5" w:rsidRPr="0098715B">
        <w:rPr>
          <w:rFonts w:eastAsia="Arial"/>
          <w:i/>
          <w:spacing w:val="-1"/>
        </w:rPr>
        <w:t>(%).</w:t>
      </w:r>
    </w:p>
    <w:p w:rsidR="004E54C5" w:rsidRPr="0098715B" w:rsidRDefault="0098715B" w:rsidP="0098715B">
      <w:pPr>
        <w:spacing w:after="60" w:line="256" w:lineRule="exact"/>
        <w:ind w:left="851" w:right="4252" w:hanging="284"/>
        <w:rPr>
          <w:rFonts w:eastAsia="Arial"/>
          <w:i/>
          <w:spacing w:val="-1"/>
        </w:rPr>
      </w:pPr>
      <m:oMath>
        <m:r>
          <w:rPr>
            <w:rFonts w:ascii="Cambria Math" w:hAnsi="Cambria Math"/>
          </w:rPr>
          <m:t>η</m:t>
        </m:r>
      </m:oMath>
      <w:r>
        <w:rPr>
          <w:rFonts w:eastAsia="Arial"/>
          <w:i/>
          <w:spacing w:val="-2"/>
          <w:w w:val="110"/>
        </w:rPr>
        <w:t xml:space="preserve"> : </w:t>
      </w:r>
      <w:r w:rsidRPr="0098715B">
        <w:rPr>
          <w:rFonts w:eastAsia="Arial"/>
          <w:i/>
          <w:spacing w:val="-1"/>
        </w:rPr>
        <w:t>R</w:t>
      </w:r>
      <w:r w:rsidR="004E54C5" w:rsidRPr="0098715B">
        <w:rPr>
          <w:rFonts w:eastAsia="Arial"/>
          <w:i/>
          <w:spacing w:val="-1"/>
        </w:rPr>
        <w:t xml:space="preserve">endement du puits dû aux réflexions multiples, fonction de la </w:t>
      </w:r>
      <w:r w:rsidR="004E54C5" w:rsidRPr="004E54C5">
        <w:rPr>
          <w:rFonts w:eastAsia="Arial"/>
          <w:i/>
          <w:spacing w:val="-1"/>
        </w:rPr>
        <w:t>longueur</w:t>
      </w:r>
      <w:r w:rsidR="004E54C5" w:rsidRPr="0098715B">
        <w:rPr>
          <w:rFonts w:eastAsia="Arial"/>
          <w:i/>
          <w:spacing w:val="-1"/>
        </w:rPr>
        <w:t xml:space="preserve"> </w:t>
      </w:r>
      <w:r w:rsidR="004E54C5" w:rsidRPr="004E54C5">
        <w:rPr>
          <w:rFonts w:eastAsia="Arial"/>
          <w:i/>
          <w:spacing w:val="-1"/>
        </w:rPr>
        <w:t>(%).</w:t>
      </w:r>
    </w:p>
    <w:p w:rsidR="0098715B" w:rsidRDefault="0098715B" w:rsidP="00680325"/>
    <w:p w:rsidR="0098715B" w:rsidRPr="0098715B" w:rsidRDefault="0098715B" w:rsidP="0098715B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98715B">
        <w:rPr>
          <w:rFonts w:ascii="Times New Roman" w:hAnsi="Times New Roman" w:cs="Times New Roman"/>
          <w:b w:val="0"/>
          <w:color w:val="000000"/>
        </w:rPr>
        <w:t>À l’aide du DT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Pr="0098715B">
        <w:rPr>
          <w:rFonts w:ascii="Times New Roman" w:hAnsi="Times New Roman" w:cs="Times New Roman"/>
          <w:b w:val="0"/>
          <w:color w:val="000000"/>
        </w:rPr>
        <w:t>3, pour un conduit de lumière de diamètre 375 mm, calcule</w:t>
      </w:r>
      <w:r>
        <w:rPr>
          <w:rFonts w:ascii="Times New Roman" w:hAnsi="Times New Roman" w:cs="Times New Roman"/>
          <w:b w:val="0"/>
          <w:color w:val="000000"/>
        </w:rPr>
        <w:t>z</w:t>
      </w:r>
      <w:r w:rsidRPr="0098715B">
        <w:rPr>
          <w:rFonts w:ascii="Times New Roman" w:hAnsi="Times New Roman" w:cs="Times New Roman"/>
          <w:b w:val="0"/>
          <w:color w:val="000000"/>
        </w:rPr>
        <w:t xml:space="preserve"> le flux lumineux qui sera transmis à l’intérieur du séjour. </w:t>
      </w:r>
    </w:p>
    <w:p w:rsidR="004E54C5" w:rsidRDefault="00A65F6D" w:rsidP="005C0A2E">
      <w:pPr>
        <w:tabs>
          <w:tab w:val="left" w:pos="1701"/>
        </w:tabs>
        <w:spacing w:after="120"/>
        <w:ind w:left="567"/>
        <w:rPr>
          <w:rFonts w:ascii="Cambria Math" w:eastAsiaTheme="minorEastAsia" w:hAnsi="Cambria Math"/>
          <w:b/>
          <w:i/>
          <w:color w:val="FF0000"/>
        </w:rPr>
      </w:pP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t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ext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 xml:space="preserve"> . S .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 xml:space="preserve"> .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 xml:space="preserve"> . η=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ext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 xml:space="preserve"> . </m:t>
        </m:r>
        <m:f>
          <m:fPr>
            <m:ctrlPr>
              <w:rPr>
                <w:rFonts w:ascii="Cambria Math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 xml:space="preserve">π .  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color w:val="FF000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D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color w:val="FF0000"/>
          </w:rPr>
          <m:t xml:space="preserve">.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 xml:space="preserve"> . </m:t>
        </m:r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 xml:space="preserve"> . η=35 000 . </m:t>
        </m:r>
        <m:f>
          <m:fPr>
            <m:ctrlPr>
              <w:rPr>
                <w:rFonts w:ascii="Cambria Math" w:hAnsi="Cambria Math"/>
                <w:b/>
                <w:i/>
                <w:color w:val="FF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 xml:space="preserve">π .  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color w:val="FF000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0,375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color w:val="FF0000"/>
                  </w:rPr>
                  <m:t>2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color w:val="FF0000"/>
          </w:rPr>
          <m:t>. 0,81 . 0,91 . 0,98</m:t>
        </m:r>
      </m:oMath>
      <w:r w:rsidR="00184B7F">
        <w:rPr>
          <w:rFonts w:ascii="Cambria Math" w:eastAsiaTheme="minorEastAsia" w:hAnsi="Cambria Math"/>
          <w:b/>
          <w:i/>
          <w:color w:val="FF0000"/>
        </w:rPr>
        <w:t xml:space="preserve"> </w:t>
      </w:r>
    </w:p>
    <w:p w:rsidR="004E54C5" w:rsidRPr="00684964" w:rsidRDefault="00A65F6D" w:rsidP="005C0A2E">
      <w:pPr>
        <w:tabs>
          <w:tab w:val="left" w:pos="1701"/>
        </w:tabs>
        <w:spacing w:after="60"/>
        <w:ind w:left="567"/>
      </w:pPr>
      <m:oMath>
        <m:sSub>
          <m:sSubPr>
            <m:ctrlPr>
              <w:rPr>
                <w:rFonts w:ascii="Cambria Math" w:hAnsi="Cambria Math"/>
                <w:b/>
                <w:i/>
                <w:color w:val="FF000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F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FF0000"/>
              </w:rPr>
              <m:t>t</m:t>
            </m:r>
          </m:sub>
        </m:sSub>
        <m:r>
          <m:rPr>
            <m:sty m:val="bi"/>
          </m:rPr>
          <w:rPr>
            <w:rFonts w:ascii="Cambria Math" w:hAnsi="Cambria Math"/>
            <w:color w:val="FF0000"/>
          </w:rPr>
          <m:t>=2 792 lm</m:t>
        </m:r>
      </m:oMath>
      <w:r w:rsidR="00AB1040">
        <w:rPr>
          <w:rFonts w:ascii="Cambria Math" w:eastAsiaTheme="minorEastAsia" w:hAnsi="Cambria Math"/>
          <w:b/>
          <w:color w:val="FF0000"/>
        </w:rPr>
        <w:t xml:space="preserve"> </w:t>
      </w:r>
    </w:p>
    <w:p w:rsidR="00680325" w:rsidRPr="00680325" w:rsidRDefault="008B3F24" w:rsidP="008B3F24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8B3F24">
        <w:rPr>
          <w:rFonts w:ascii="Times New Roman" w:hAnsi="Times New Roman" w:cs="Times New Roman"/>
          <w:b w:val="0"/>
          <w:color w:val="000000"/>
        </w:rPr>
        <w:lastRenderedPageBreak/>
        <w:t>La figure 2 du DT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Pr="008B3F24">
        <w:rPr>
          <w:rFonts w:ascii="Times New Roman" w:hAnsi="Times New Roman" w:cs="Times New Roman"/>
          <w:b w:val="0"/>
          <w:color w:val="000000"/>
        </w:rPr>
        <w:t>1 représente la nouvelle répartition du facteur de lumière avec la mise en place de deux conduits de lumière. Justifie</w:t>
      </w:r>
      <w:r>
        <w:rPr>
          <w:rFonts w:ascii="Times New Roman" w:hAnsi="Times New Roman" w:cs="Times New Roman"/>
          <w:b w:val="0"/>
          <w:color w:val="000000"/>
        </w:rPr>
        <w:t>z</w:t>
      </w:r>
      <w:r w:rsidRPr="008B3F24">
        <w:rPr>
          <w:rFonts w:ascii="Times New Roman" w:hAnsi="Times New Roman" w:cs="Times New Roman"/>
          <w:b w:val="0"/>
          <w:color w:val="000000"/>
        </w:rPr>
        <w:t xml:space="preserve"> si le choix de deux conduits permet réellement de résoudre le problème</w:t>
      </w:r>
      <w:r w:rsidR="00680325" w:rsidRPr="00680325">
        <w:rPr>
          <w:rFonts w:ascii="Times New Roman" w:hAnsi="Times New Roman" w:cs="Times New Roman"/>
          <w:b w:val="0"/>
          <w:color w:val="000000"/>
        </w:rPr>
        <w:t>.</w:t>
      </w:r>
    </w:p>
    <w:p w:rsidR="00590DD7" w:rsidRDefault="008B3F24" w:rsidP="008B3F24">
      <w:pPr>
        <w:tabs>
          <w:tab w:val="left" w:pos="1701"/>
        </w:tabs>
        <w:spacing w:after="60"/>
        <w:ind w:left="567"/>
        <w:rPr>
          <w:b/>
          <w:color w:val="FF0000"/>
        </w:rPr>
      </w:pPr>
      <w:r w:rsidRPr="008B3F24">
        <w:rPr>
          <w:b/>
          <w:color w:val="FF0000"/>
        </w:rPr>
        <w:t>Le choix de deux conduits permet de résoudre le problème :</w:t>
      </w:r>
      <w:r>
        <w:rPr>
          <w:color w:val="000000"/>
        </w:rPr>
        <w:t xml:space="preserve"> </w:t>
      </w:r>
      <w:r w:rsidRPr="008B3F24">
        <w:rPr>
          <w:b/>
          <w:color w:val="FF0000"/>
        </w:rPr>
        <w:t>Les deux puits de lumière permettent de faire passer les facteurs de lumière</w:t>
      </w:r>
      <w:r>
        <w:rPr>
          <w:b/>
          <w:color w:val="FF0000"/>
        </w:rPr>
        <w:t xml:space="preserve"> de « </w:t>
      </w:r>
      <w:r w:rsidRPr="008B3F24">
        <w:rPr>
          <w:b/>
          <w:color w:val="FF0000"/>
        </w:rPr>
        <w:t>insuffisant et faible</w:t>
      </w:r>
      <w:r>
        <w:rPr>
          <w:b/>
          <w:color w:val="FF0000"/>
        </w:rPr>
        <w:t> » à « </w:t>
      </w:r>
      <w:r w:rsidRPr="008B3F24">
        <w:rPr>
          <w:b/>
          <w:color w:val="FF0000"/>
        </w:rPr>
        <w:t>très bon et excellent</w:t>
      </w:r>
      <w:r>
        <w:rPr>
          <w:b/>
          <w:color w:val="FF0000"/>
        </w:rPr>
        <w:t> »</w:t>
      </w:r>
      <w:r w:rsidRPr="008B3F24">
        <w:rPr>
          <w:b/>
          <w:color w:val="FF0000"/>
        </w:rPr>
        <w:t>.</w:t>
      </w:r>
    </w:p>
    <w:p w:rsidR="008B3F24" w:rsidRDefault="008B3F24" w:rsidP="008B3F24"/>
    <w:p w:rsidR="00647B93" w:rsidRPr="00647B93" w:rsidRDefault="00647B93" w:rsidP="00647B93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647B93">
        <w:rPr>
          <w:rFonts w:ascii="Times New Roman" w:hAnsi="Times New Roman" w:cs="Times New Roman"/>
          <w:b w:val="0"/>
          <w:color w:val="000000"/>
        </w:rPr>
        <w:t>À l’aide des DT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Pr="00647B93">
        <w:rPr>
          <w:rFonts w:ascii="Times New Roman" w:hAnsi="Times New Roman" w:cs="Times New Roman"/>
          <w:b w:val="0"/>
          <w:color w:val="000000"/>
        </w:rPr>
        <w:t>4 et DT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Pr="00647B93">
        <w:rPr>
          <w:rFonts w:ascii="Times New Roman" w:hAnsi="Times New Roman" w:cs="Times New Roman"/>
          <w:b w:val="0"/>
          <w:color w:val="000000"/>
        </w:rPr>
        <w:t>5, analyse</w:t>
      </w:r>
      <w:r>
        <w:rPr>
          <w:rFonts w:ascii="Times New Roman" w:hAnsi="Times New Roman" w:cs="Times New Roman"/>
          <w:b w:val="0"/>
          <w:color w:val="000000"/>
        </w:rPr>
        <w:t>z et conclu</w:t>
      </w:r>
      <w:r w:rsidRPr="00647B93">
        <w:rPr>
          <w:rFonts w:ascii="Times New Roman" w:hAnsi="Times New Roman" w:cs="Times New Roman"/>
          <w:b w:val="0"/>
          <w:color w:val="000000"/>
        </w:rPr>
        <w:t>e</w:t>
      </w:r>
      <w:r>
        <w:rPr>
          <w:rFonts w:ascii="Times New Roman" w:hAnsi="Times New Roman" w:cs="Times New Roman"/>
          <w:b w:val="0"/>
          <w:color w:val="000000"/>
        </w:rPr>
        <w:t>z</w:t>
      </w:r>
      <w:r w:rsidRPr="00647B93">
        <w:rPr>
          <w:rFonts w:ascii="Times New Roman" w:hAnsi="Times New Roman" w:cs="Times New Roman"/>
          <w:b w:val="0"/>
          <w:color w:val="000000"/>
        </w:rPr>
        <w:t xml:space="preserve"> sur les conséquences de la mise en place des deux conduits de lumière sur toute l’année.</w:t>
      </w:r>
    </w:p>
    <w:p w:rsidR="00D85190" w:rsidRDefault="00D85190" w:rsidP="00D85190">
      <w:pPr>
        <w:spacing w:after="60"/>
        <w:ind w:left="567"/>
        <w:rPr>
          <w:b/>
          <w:color w:val="FF0000"/>
        </w:rPr>
      </w:pPr>
      <w:r w:rsidRPr="00D85190">
        <w:rPr>
          <w:b/>
          <w:color w:val="FF0000"/>
        </w:rPr>
        <w:t xml:space="preserve">La mise en place des </w:t>
      </w:r>
      <w:r>
        <w:rPr>
          <w:b/>
          <w:color w:val="FF0000"/>
        </w:rPr>
        <w:t>deux puits de lumière a permis :</w:t>
      </w:r>
    </w:p>
    <w:p w:rsidR="00D85190" w:rsidRPr="00D85190" w:rsidRDefault="00D85190" w:rsidP="00D85190">
      <w:pPr>
        <w:tabs>
          <w:tab w:val="left" w:pos="993"/>
        </w:tabs>
        <w:spacing w:after="60"/>
        <w:ind w:left="709"/>
        <w:rPr>
          <w:b/>
          <w:color w:val="FF0000"/>
        </w:rPr>
      </w:pPr>
      <w:r w:rsidRPr="00D85190">
        <w:rPr>
          <w:b/>
          <w:color w:val="FF0000"/>
        </w:rPr>
        <w:t>-</w:t>
      </w:r>
      <w:r w:rsidRPr="00D85190">
        <w:rPr>
          <w:b/>
          <w:color w:val="FF0000"/>
        </w:rPr>
        <w:tab/>
        <w:t xml:space="preserve">de baisser nettement </w:t>
      </w:r>
      <w:r>
        <w:rPr>
          <w:b/>
          <w:color w:val="FF0000"/>
        </w:rPr>
        <w:t xml:space="preserve">la durée d’éclairage artificiel :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de 1949 h à 1262 h</m:t>
        </m:r>
      </m:oMath>
    </w:p>
    <w:p w:rsidR="00D85190" w:rsidRDefault="00D85190" w:rsidP="00D85190">
      <w:pPr>
        <w:tabs>
          <w:tab w:val="left" w:pos="993"/>
        </w:tabs>
        <w:spacing w:after="60"/>
        <w:ind w:left="709"/>
        <w:rPr>
          <w:b/>
          <w:color w:val="FF0000"/>
        </w:rPr>
      </w:pPr>
      <w:r w:rsidRPr="00D85190">
        <w:rPr>
          <w:b/>
          <w:color w:val="FF0000"/>
        </w:rPr>
        <w:t>-</w:t>
      </w:r>
      <w:r w:rsidRPr="00D85190">
        <w:rPr>
          <w:b/>
          <w:color w:val="FF0000"/>
        </w:rPr>
        <w:tab/>
      </w:r>
      <w:r>
        <w:rPr>
          <w:b/>
          <w:color w:val="FF0000"/>
        </w:rPr>
        <w:t xml:space="preserve">d’augmenter la durée du confort :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de 41 à 57</m:t>
        </m:r>
      </m:oMath>
    </w:p>
    <w:p w:rsidR="00D85190" w:rsidRDefault="00D85190" w:rsidP="00D85190">
      <w:pPr>
        <w:tabs>
          <w:tab w:val="left" w:pos="993"/>
        </w:tabs>
        <w:spacing w:after="60"/>
        <w:ind w:left="709"/>
        <w:rPr>
          <w:b/>
          <w:color w:val="FF0000"/>
        </w:rPr>
      </w:pPr>
      <w:r>
        <w:rPr>
          <w:b/>
          <w:color w:val="FF0000"/>
        </w:rPr>
        <w:t>-</w:t>
      </w:r>
      <w:r>
        <w:rPr>
          <w:b/>
          <w:color w:val="FF0000"/>
        </w:rPr>
        <w:tab/>
        <w:t xml:space="preserve">d’augmenter le taux de confort :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de 1133 h à 1556 h</m:t>
        </m:r>
      </m:oMath>
    </w:p>
    <w:p w:rsidR="00D85190" w:rsidRDefault="00D85190" w:rsidP="00D85190">
      <w:pPr>
        <w:tabs>
          <w:tab w:val="left" w:pos="993"/>
        </w:tabs>
        <w:spacing w:after="60"/>
        <w:ind w:left="709"/>
        <w:rPr>
          <w:b/>
          <w:color w:val="FF0000"/>
        </w:rPr>
      </w:pPr>
      <w:r>
        <w:rPr>
          <w:b/>
          <w:color w:val="FF0000"/>
        </w:rPr>
        <w:t>-</w:t>
      </w:r>
      <w:r>
        <w:rPr>
          <w:b/>
          <w:color w:val="FF0000"/>
        </w:rPr>
        <w:tab/>
        <w:t xml:space="preserve">d’augmenter l’autonomie lumineuse :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de 27 % à 53 %</m:t>
        </m:r>
      </m:oMath>
    </w:p>
    <w:p w:rsidR="00680325" w:rsidRDefault="00D85190" w:rsidP="00D85190">
      <w:pPr>
        <w:tabs>
          <w:tab w:val="left" w:pos="993"/>
        </w:tabs>
        <w:spacing w:after="60"/>
        <w:ind w:left="709" w:right="-143"/>
        <w:rPr>
          <w:rFonts w:eastAsiaTheme="minorEastAsia"/>
          <w:b/>
          <w:color w:val="FF0000"/>
        </w:rPr>
      </w:pPr>
      <w:r w:rsidRPr="00D85190">
        <w:rPr>
          <w:b/>
          <w:color w:val="FF0000"/>
        </w:rPr>
        <w:t>-</w:t>
      </w:r>
      <w:r w:rsidRPr="00D85190">
        <w:rPr>
          <w:b/>
          <w:color w:val="FF0000"/>
        </w:rPr>
        <w:tab/>
        <w:t>de diminuer la consommation d’énergie et donc de faire des économies</w:t>
      </w:r>
      <w:r>
        <w:rPr>
          <w:b/>
          <w:color w:val="FF0000"/>
        </w:rPr>
        <w:t xml:space="preserve"> : </w:t>
      </w:r>
      <m:oMath>
        <m:r>
          <m:rPr>
            <m:sty m:val="bi"/>
          </m:rPr>
          <w:rPr>
            <w:rFonts w:ascii="Cambria Math" w:hAnsi="Cambria Math"/>
            <w:color w:val="FF0000"/>
          </w:rPr>
          <m:t>de 51 kWh à 34 KWh</m:t>
        </m:r>
      </m:oMath>
    </w:p>
    <w:p w:rsidR="00D85190" w:rsidRDefault="00D85190" w:rsidP="00D85190"/>
    <w:p w:rsidR="00E3127D" w:rsidRDefault="00E3127D" w:rsidP="00E3127D">
      <w:r>
        <w:t xml:space="preserve">Nous considérerons pour cette étude que le </w:t>
      </w:r>
      <w:r w:rsidRPr="00694391">
        <w:rPr>
          <w:b/>
        </w:rPr>
        <w:t>prix du kWh</w:t>
      </w:r>
      <w:r>
        <w:t xml:space="preserve"> est de </w:t>
      </w:r>
      <w:r w:rsidRPr="00694391">
        <w:rPr>
          <w:b/>
        </w:rPr>
        <w:t xml:space="preserve">0,1467 </w:t>
      </w:r>
      <w:r w:rsidRPr="006F58BD">
        <w:t>€</w:t>
      </w:r>
      <w:r>
        <w:t>.</w:t>
      </w:r>
    </w:p>
    <w:p w:rsidR="00E3127D" w:rsidRDefault="00E3127D" w:rsidP="00D85190"/>
    <w:p w:rsidR="00E3127D" w:rsidRPr="00E3127D" w:rsidRDefault="00E3127D" w:rsidP="00E3127D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E3127D">
        <w:rPr>
          <w:rFonts w:ascii="Times New Roman" w:hAnsi="Times New Roman" w:cs="Times New Roman"/>
          <w:b w:val="0"/>
          <w:color w:val="000000"/>
        </w:rPr>
        <w:t xml:space="preserve">Calculez </w:t>
      </w:r>
      <w:r>
        <w:rPr>
          <w:rFonts w:ascii="Times New Roman" w:hAnsi="Times New Roman" w:cs="Times New Roman"/>
          <w:b w:val="0"/>
          <w:color w:val="000000"/>
        </w:rPr>
        <w:t>l’économie</w:t>
      </w:r>
      <w:r w:rsidRPr="00E3127D">
        <w:rPr>
          <w:rFonts w:ascii="Times New Roman" w:hAnsi="Times New Roman" w:cs="Times New Roman"/>
          <w:b w:val="0"/>
          <w:color w:val="000000"/>
        </w:rPr>
        <w:t xml:space="preserve"> annuelle</w:t>
      </w:r>
      <w:r>
        <w:rPr>
          <w:rFonts w:ascii="Times New Roman" w:hAnsi="Times New Roman" w:cs="Times New Roman"/>
          <w:b w:val="0"/>
          <w:color w:val="000000"/>
        </w:rPr>
        <w:t xml:space="preserve"> d’é</w:t>
      </w:r>
      <w:r w:rsidR="00FB0EF7">
        <w:rPr>
          <w:rFonts w:ascii="Times New Roman" w:hAnsi="Times New Roman" w:cs="Times New Roman"/>
          <w:b w:val="0"/>
          <w:color w:val="000000"/>
        </w:rPr>
        <w:t>nergie</w:t>
      </w:r>
      <w:r>
        <w:rPr>
          <w:rFonts w:ascii="Times New Roman" w:hAnsi="Times New Roman" w:cs="Times New Roman"/>
          <w:b w:val="0"/>
          <w:color w:val="000000"/>
        </w:rPr>
        <w:t xml:space="preserve"> avec la pose de deux puits de lumière</w:t>
      </w:r>
      <w:r w:rsidRPr="00E3127D">
        <w:rPr>
          <w:rFonts w:ascii="Times New Roman" w:hAnsi="Times New Roman" w:cs="Times New Roman"/>
          <w:b w:val="0"/>
          <w:color w:val="000000"/>
        </w:rPr>
        <w:t>.</w:t>
      </w:r>
    </w:p>
    <w:p w:rsidR="00D85190" w:rsidRDefault="00E3127D" w:rsidP="00E3127D">
      <w:pPr>
        <w:spacing w:after="60"/>
        <w:ind w:left="567"/>
        <w:rPr>
          <w:rFonts w:eastAsiaTheme="minorEastAsia"/>
          <w:b/>
          <w:color w:val="FF0000"/>
        </w:rPr>
      </w:pPr>
      <m:oMath>
        <m:r>
          <m:rPr>
            <m:sty m:val="bi"/>
          </m:rPr>
          <w:rPr>
            <w:rFonts w:ascii="Cambria Math" w:hAnsi="Cambria Math"/>
            <w:color w:val="FF0000"/>
          </w:rPr>
          <m:t>Quantité d’énergie annuellement économisée=51-34=17 kWh</m:t>
        </m:r>
      </m:oMath>
      <w:r>
        <w:rPr>
          <w:rFonts w:eastAsiaTheme="minorEastAsia"/>
          <w:b/>
          <w:color w:val="FF0000"/>
        </w:rPr>
        <w:t xml:space="preserve"> </w:t>
      </w:r>
    </w:p>
    <w:p w:rsidR="00E3127D" w:rsidRPr="00E3127D" w:rsidRDefault="00E3127D" w:rsidP="00E3127D">
      <w:pPr>
        <w:spacing w:after="60"/>
        <w:ind w:left="567"/>
        <w:rPr>
          <w:b/>
          <w:color w:val="FF0000"/>
        </w:rPr>
      </w:pPr>
      <m:oMath>
        <m:r>
          <m:rPr>
            <m:sty m:val="bi"/>
          </m:rPr>
          <w:rPr>
            <w:rFonts w:ascii="Cambria Math" w:hAnsi="Cambria Math"/>
            <w:color w:val="FF0000"/>
          </w:rPr>
          <m:t>Économie d’électricité=17 . 0,1467=2,5 €/an</m:t>
        </m:r>
      </m:oMath>
      <w:r>
        <w:rPr>
          <w:rFonts w:eastAsiaTheme="minorEastAsia"/>
          <w:b/>
          <w:color w:val="FF0000"/>
        </w:rPr>
        <w:t xml:space="preserve"> </w:t>
      </w:r>
    </w:p>
    <w:p w:rsidR="00D85190" w:rsidRDefault="00D85190" w:rsidP="00D85190"/>
    <w:p w:rsidR="00FB0EF7" w:rsidRDefault="00FB0EF7" w:rsidP="00D85190">
      <w:r>
        <w:t>Le prix moyen d’achat d’un puit de lumière 1</w:t>
      </w:r>
      <w:r w:rsidRPr="00FB0EF7">
        <w:rPr>
          <w:vertAlign w:val="superscript"/>
        </w:rPr>
        <w:t>er</w:t>
      </w:r>
      <w:r>
        <w:t xml:space="preserve"> prix est d’environ 700 €. Le prix moyen de pose d’un puit de lumière est d’environ 400 €.</w:t>
      </w:r>
    </w:p>
    <w:p w:rsidR="00FB0EF7" w:rsidRDefault="00A65F6D" w:rsidP="00D85190">
      <w:hyperlink r:id="rId13" w:history="1">
        <w:r w:rsidR="00FB0EF7" w:rsidRPr="00FB0EF7">
          <w:rPr>
            <w:rStyle w:val="Lienhypertexte"/>
          </w:rPr>
          <w:t>https://www.maisonentravaux.fr/fenetres/fenetre-pvc-alu-bois/prix-puits-de-lumiere-vs-fenetre-de-toit/</w:t>
        </w:r>
      </w:hyperlink>
    </w:p>
    <w:p w:rsidR="00FB0EF7" w:rsidRDefault="00A65F6D" w:rsidP="00D85190">
      <w:hyperlink r:id="rId14" w:history="1">
        <w:r w:rsidR="00FB0EF7" w:rsidRPr="00FB0EF7">
          <w:rPr>
            <w:rStyle w:val="Lienhypertexte"/>
          </w:rPr>
          <w:t>https://www.prix-pose.com/puits-de-lumiere/</w:t>
        </w:r>
      </w:hyperlink>
    </w:p>
    <w:p w:rsidR="00FB0EF7" w:rsidRDefault="00FB0EF7" w:rsidP="00D85190"/>
    <w:p w:rsidR="00FB0EF7" w:rsidRPr="00FB0EF7" w:rsidRDefault="00FB0EF7" w:rsidP="00FB0EF7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Concluez</w:t>
      </w:r>
      <w:r w:rsidRPr="00FB0EF7">
        <w:rPr>
          <w:rFonts w:ascii="Times New Roman" w:hAnsi="Times New Roman" w:cs="Times New Roman"/>
          <w:b w:val="0"/>
          <w:color w:val="000000"/>
        </w:rPr>
        <w:t xml:space="preserve"> sur l’intérêt de l’installation de puits de lumière.</w:t>
      </w:r>
    </w:p>
    <w:p w:rsidR="00061760" w:rsidRDefault="00061760" w:rsidP="00FB0EF7">
      <w:pPr>
        <w:spacing w:after="60"/>
        <w:ind w:left="567"/>
        <w:rPr>
          <w:rFonts w:eastAsiaTheme="minorEastAsia"/>
          <w:b/>
          <w:color w:val="FF0000"/>
        </w:rPr>
      </w:pPr>
      <w:r>
        <w:rPr>
          <w:rFonts w:eastAsiaTheme="minorEastAsia"/>
          <w:b/>
          <w:color w:val="FF0000"/>
        </w:rPr>
        <w:t>D’un point de vue économique :</w:t>
      </w:r>
    </w:p>
    <w:p w:rsidR="00FB0EF7" w:rsidRDefault="00061760" w:rsidP="00061760">
      <w:pPr>
        <w:tabs>
          <w:tab w:val="left" w:pos="1134"/>
        </w:tabs>
        <w:spacing w:after="60"/>
        <w:ind w:left="567"/>
        <w:rPr>
          <w:rFonts w:eastAsiaTheme="minorEastAsia"/>
          <w:b/>
          <w:color w:val="FF0000"/>
        </w:rPr>
      </w:pPr>
      <w:r>
        <w:rPr>
          <w:rFonts w:eastAsiaTheme="minorEastAsia"/>
          <w:b/>
          <w:color w:val="FF0000"/>
        </w:rPr>
        <w:tab/>
        <w:t>Pas du tout rentable (</w:t>
      </w:r>
      <m:oMath>
        <m:r>
          <m:rPr>
            <m:sty m:val="bi"/>
          </m:rPr>
          <w:rPr>
            <w:rFonts w:ascii="Cambria Math" w:eastAsiaTheme="minorEastAsia" w:hAnsi="Cambria Math"/>
            <w:color w:val="FF0000"/>
          </w:rPr>
          <m:t>2 . (700+400))/2,5=880 ans</m:t>
        </m:r>
      </m:oMath>
    </w:p>
    <w:p w:rsidR="00061760" w:rsidRPr="00FB0EF7" w:rsidRDefault="00061760" w:rsidP="00061760">
      <w:pPr>
        <w:tabs>
          <w:tab w:val="left" w:pos="1134"/>
        </w:tabs>
        <w:spacing w:after="60"/>
        <w:ind w:left="567"/>
        <w:rPr>
          <w:rFonts w:eastAsiaTheme="minorEastAsia"/>
          <w:b/>
          <w:color w:val="FF0000"/>
        </w:rPr>
      </w:pPr>
    </w:p>
    <w:p w:rsidR="00061760" w:rsidRDefault="00061760" w:rsidP="00FB0EF7">
      <w:pPr>
        <w:spacing w:after="60"/>
        <w:ind w:left="567"/>
        <w:rPr>
          <w:rFonts w:eastAsiaTheme="minorEastAsia"/>
          <w:b/>
          <w:color w:val="FF0000"/>
        </w:rPr>
      </w:pPr>
      <w:r>
        <w:rPr>
          <w:rFonts w:eastAsiaTheme="minorEastAsia"/>
          <w:b/>
          <w:color w:val="FF0000"/>
        </w:rPr>
        <w:t xml:space="preserve">D’un point de vue écologique : </w:t>
      </w:r>
    </w:p>
    <w:p w:rsidR="00FB0EF7" w:rsidRPr="00FB0EF7" w:rsidRDefault="00061760" w:rsidP="00061760">
      <w:pPr>
        <w:tabs>
          <w:tab w:val="left" w:pos="1134"/>
        </w:tabs>
        <w:spacing w:after="60"/>
        <w:ind w:left="1134" w:hanging="567"/>
        <w:rPr>
          <w:rFonts w:eastAsiaTheme="minorEastAsia"/>
          <w:b/>
          <w:color w:val="FF0000"/>
        </w:rPr>
      </w:pPr>
      <w:r>
        <w:rPr>
          <w:rFonts w:eastAsiaTheme="minorEastAsia"/>
          <w:b/>
          <w:color w:val="FF0000"/>
        </w:rPr>
        <w:tab/>
        <w:t>Très bénéfique (</w:t>
      </w:r>
      <w:r w:rsidRPr="00061760">
        <w:rPr>
          <w:rFonts w:eastAsiaTheme="minorEastAsia"/>
          <w:b/>
          <w:color w:val="FF0000"/>
        </w:rPr>
        <w:t>dispositif, à la fois écologique et naturel, permet</w:t>
      </w:r>
      <w:r>
        <w:rPr>
          <w:rFonts w:eastAsiaTheme="minorEastAsia"/>
          <w:b/>
          <w:color w:val="FF0000"/>
        </w:rPr>
        <w:t>tant de faire entrer une</w:t>
      </w:r>
      <w:r w:rsidRPr="00061760">
        <w:rPr>
          <w:rFonts w:eastAsiaTheme="minorEastAsia"/>
          <w:b/>
          <w:color w:val="FF0000"/>
        </w:rPr>
        <w:t xml:space="preserve"> lumière solaire et d’apporter une nouvelle clarté dans l’ensemble de </w:t>
      </w:r>
      <w:r>
        <w:rPr>
          <w:rFonts w:eastAsiaTheme="minorEastAsia"/>
          <w:b/>
          <w:color w:val="FF0000"/>
        </w:rPr>
        <w:t>du séjour)</w:t>
      </w:r>
    </w:p>
    <w:p w:rsidR="00FB0EF7" w:rsidRDefault="00FB0EF7" w:rsidP="00D85190"/>
    <w:sectPr w:rsidR="00FB0EF7" w:rsidSect="00E06671">
      <w:footerReference w:type="default" r:id="rId15"/>
      <w:footerReference w:type="first" r:id="rId16"/>
      <w:pgSz w:w="11906" w:h="16838"/>
      <w:pgMar w:top="567" w:right="566" w:bottom="709" w:left="85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F6D" w:rsidRDefault="00A65F6D" w:rsidP="00F53254">
      <w:r>
        <w:separator/>
      </w:r>
    </w:p>
  </w:endnote>
  <w:endnote w:type="continuationSeparator" w:id="0">
    <w:p w:rsidR="00A65F6D" w:rsidRDefault="00A65F6D" w:rsidP="00F5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mandine">
    <w:charset w:val="00"/>
    <w:family w:val="auto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E60" w:rsidRDefault="003510A9" w:rsidP="005C0A2E">
    <w:pPr>
      <w:tabs>
        <w:tab w:val="center" w:pos="5220"/>
        <w:tab w:val="left" w:pos="9639"/>
      </w:tabs>
      <w:jc w:val="left"/>
    </w:pPr>
    <w:r>
      <w:rPr>
        <w:sz w:val="20"/>
        <w:szCs w:val="20"/>
      </w:rPr>
      <w:t>Activité</w:t>
    </w:r>
    <w:r w:rsidRPr="006F3ED2">
      <w:rPr>
        <w:sz w:val="20"/>
        <w:szCs w:val="20"/>
      </w:rPr>
      <w:t xml:space="preserve"> </w:t>
    </w:r>
    <w:r w:rsidR="007F0852">
      <w:rPr>
        <w:sz w:val="20"/>
        <w:szCs w:val="20"/>
      </w:rPr>
      <w:t>2</w:t>
    </w:r>
    <w:r w:rsidR="005C0A2E">
      <w:rPr>
        <w:sz w:val="20"/>
        <w:szCs w:val="20"/>
      </w:rPr>
      <w:t> :</w:t>
    </w:r>
    <w:r>
      <w:rPr>
        <w:sz w:val="20"/>
        <w:szCs w:val="20"/>
      </w:rPr>
      <w:t xml:space="preserve"> </w:t>
    </w:r>
    <w:r w:rsidR="007F0852">
      <w:rPr>
        <w:sz w:val="20"/>
        <w:szCs w:val="20"/>
      </w:rPr>
      <w:t>F</w:t>
    </w:r>
    <w:r w:rsidR="007F0852" w:rsidRPr="007F0852">
      <w:rPr>
        <w:sz w:val="20"/>
        <w:szCs w:val="20"/>
      </w:rPr>
      <w:t>acteur lumière du jour</w:t>
    </w:r>
    <w:r>
      <w:rPr>
        <w:sz w:val="20"/>
        <w:szCs w:val="20"/>
      </w:rPr>
      <w:tab/>
    </w:r>
    <w:r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39724638"/>
        <w:docPartObj>
          <w:docPartGallery w:val="Page Numbers (Top of Page)"/>
          <w:docPartUnique/>
        </w:docPartObj>
      </w:sdtPr>
      <w:sdtEndPr/>
      <w:sdtContent>
        <w:r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1F49FE">
          <w:rPr>
            <w:rFonts w:eastAsia="Times New Roman"/>
            <w:noProof/>
            <w:sz w:val="20"/>
            <w:szCs w:val="20"/>
            <w:lang w:eastAsia="fr-FR"/>
          </w:rPr>
          <w:t>3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Pr="00794FF9">
          <w:rPr>
            <w:rFonts w:eastAsia="Times New Roman"/>
            <w:sz w:val="20"/>
            <w:szCs w:val="20"/>
            <w:lang w:eastAsia="fr-FR"/>
          </w:rPr>
          <w:t>/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1F49FE">
          <w:rPr>
            <w:rFonts w:eastAsia="Times New Roman"/>
            <w:noProof/>
            <w:sz w:val="20"/>
            <w:szCs w:val="20"/>
            <w:lang w:eastAsia="fr-FR"/>
          </w:rPr>
          <w:t>3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0A9" w:rsidRPr="00794FF9" w:rsidRDefault="003510A9" w:rsidP="006F3ED2">
    <w:pPr>
      <w:tabs>
        <w:tab w:val="left" w:pos="5103"/>
        <w:tab w:val="left" w:pos="9639"/>
      </w:tabs>
      <w:jc w:val="left"/>
      <w:rPr>
        <w:rFonts w:eastAsia="Times New Roman"/>
        <w:sz w:val="20"/>
        <w:szCs w:val="20"/>
        <w:lang w:eastAsia="fr-FR"/>
      </w:rPr>
    </w:pPr>
    <w:r>
      <w:rPr>
        <w:sz w:val="20"/>
        <w:szCs w:val="20"/>
      </w:rPr>
      <w:t>SÉANCE</w:t>
    </w:r>
    <w:r w:rsidRPr="006F3ED2">
      <w:rPr>
        <w:sz w:val="20"/>
        <w:szCs w:val="20"/>
      </w:rPr>
      <w:t xml:space="preserve"> 1</w:t>
    </w:r>
    <w:r>
      <w:rPr>
        <w:sz w:val="20"/>
        <w:szCs w:val="20"/>
      </w:rPr>
      <w:t xml:space="preserve"> : </w:t>
    </w:r>
    <w:r w:rsidRPr="00B27C56">
      <w:rPr>
        <w:sz w:val="20"/>
        <w:szCs w:val="20"/>
      </w:rPr>
      <w:t>Présentation du développement durable</w:t>
    </w:r>
    <w:r>
      <w:rPr>
        <w:sz w:val="20"/>
        <w:szCs w:val="20"/>
      </w:rPr>
      <w:t xml:space="preserve">          </w:t>
    </w:r>
    <w:r w:rsidRPr="008F3E55">
      <w:rPr>
        <w:b/>
        <w:sz w:val="20"/>
        <w:szCs w:val="20"/>
      </w:rPr>
      <w:t>- SEQ</w:t>
    </w:r>
    <w:r>
      <w:rPr>
        <w:b/>
        <w:sz w:val="20"/>
        <w:szCs w:val="20"/>
      </w:rPr>
      <w:t>3</w:t>
    </w:r>
    <w:r w:rsidRPr="008F3E55">
      <w:rPr>
        <w:b/>
        <w:sz w:val="20"/>
        <w:szCs w:val="20"/>
      </w:rPr>
      <w:t xml:space="preserve"> : </w:t>
    </w:r>
    <w:r w:rsidRPr="00B27C56">
      <w:rPr>
        <w:b/>
        <w:sz w:val="20"/>
        <w:szCs w:val="20"/>
      </w:rPr>
      <w:t>Développement durable</w:t>
    </w:r>
    <w:r w:rsidRPr="008F3E55">
      <w:rPr>
        <w:b/>
        <w:sz w:val="20"/>
        <w:szCs w:val="20"/>
      </w:rPr>
      <w:t xml:space="preserve"> -</w:t>
    </w:r>
    <w:r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11178817"/>
        <w:docPartObj>
          <w:docPartGallery w:val="Page Numbers (Top of Page)"/>
          <w:docPartUnique/>
        </w:docPartObj>
      </w:sdtPr>
      <w:sdtEndPr/>
      <w:sdtContent>
        <w:r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Pr="00794FF9">
          <w:rPr>
            <w:rFonts w:eastAsia="Times New Roman"/>
            <w:sz w:val="20"/>
            <w:szCs w:val="20"/>
            <w:lang w:eastAsia="fr-FR"/>
          </w:rPr>
          <w:t>/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1F49FE">
          <w:rPr>
            <w:rFonts w:eastAsia="Times New Roman"/>
            <w:noProof/>
            <w:sz w:val="20"/>
            <w:szCs w:val="20"/>
            <w:lang w:eastAsia="fr-FR"/>
          </w:rPr>
          <w:t>3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  <w:p w:rsidR="00121E60" w:rsidRDefault="00121E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F6D" w:rsidRDefault="00A65F6D" w:rsidP="00F53254">
      <w:r>
        <w:separator/>
      </w:r>
    </w:p>
  </w:footnote>
  <w:footnote w:type="continuationSeparator" w:id="0">
    <w:p w:rsidR="00A65F6D" w:rsidRDefault="00A65F6D" w:rsidP="00F53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25pt;height:11.25pt" o:bullet="t">
        <v:imagedata r:id="rId1" o:title="art6F"/>
      </v:shape>
    </w:pict>
  </w:numPicBullet>
  <w:abstractNum w:abstractNumId="0" w15:restartNumberingAfterBreak="0">
    <w:nsid w:val="038827A4"/>
    <w:multiLevelType w:val="hybridMultilevel"/>
    <w:tmpl w:val="3CFE60E6"/>
    <w:lvl w:ilvl="0" w:tplc="6BD43BB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449D6"/>
    <w:multiLevelType w:val="hybridMultilevel"/>
    <w:tmpl w:val="A47A77E6"/>
    <w:lvl w:ilvl="0" w:tplc="689494D0">
      <w:start w:val="1"/>
      <w:numFmt w:val="bullet"/>
      <w:lvlText w:val=""/>
      <w:lvlJc w:val="left"/>
      <w:pPr>
        <w:ind w:left="1571" w:hanging="360"/>
      </w:pPr>
      <w:rPr>
        <w:rFonts w:ascii="Wingdings 3" w:hAnsi="Wingdings 3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83B5F20"/>
    <w:multiLevelType w:val="hybridMultilevel"/>
    <w:tmpl w:val="188C14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22829"/>
    <w:multiLevelType w:val="hybridMultilevel"/>
    <w:tmpl w:val="383E20EA"/>
    <w:lvl w:ilvl="0" w:tplc="D1041808">
      <w:start w:val="1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D7F25"/>
    <w:multiLevelType w:val="hybridMultilevel"/>
    <w:tmpl w:val="51628498"/>
    <w:lvl w:ilvl="0" w:tplc="DBDC3CFC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22888"/>
    <w:multiLevelType w:val="hybridMultilevel"/>
    <w:tmpl w:val="867A83F4"/>
    <w:lvl w:ilvl="0" w:tplc="3D2880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35764"/>
    <w:multiLevelType w:val="hybridMultilevel"/>
    <w:tmpl w:val="65F0120E"/>
    <w:lvl w:ilvl="0" w:tplc="5F501D6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C397C"/>
    <w:multiLevelType w:val="hybridMultilevel"/>
    <w:tmpl w:val="1DCEAC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41E71"/>
    <w:multiLevelType w:val="multilevel"/>
    <w:tmpl w:val="A6FC82A8"/>
    <w:lvl w:ilvl="0">
      <w:start w:val="1"/>
      <w:numFmt w:val="decimal"/>
      <w:pStyle w:val="Titre1"/>
      <w:lvlText w:val="%1)"/>
      <w:lvlJc w:val="left"/>
      <w:pPr>
        <w:ind w:left="432" w:hanging="432"/>
      </w:pPr>
      <w:rPr>
        <w:rFonts w:hint="default"/>
        <w:u w:val="none"/>
      </w:rPr>
    </w:lvl>
    <w:lvl w:ilvl="1">
      <w:start w:val="1"/>
      <w:numFmt w:val="decimal"/>
      <w:pStyle w:val="Titre2"/>
      <w:lvlText w:val="%1.%2)"/>
      <w:lvlJc w:val="left"/>
      <w:pPr>
        <w:ind w:left="576" w:hanging="576"/>
      </w:pPr>
      <w:rPr>
        <w:rFonts w:hint="default"/>
        <w:u w:val="none"/>
      </w:rPr>
    </w:lvl>
    <w:lvl w:ilvl="2">
      <w:start w:val="1"/>
      <w:numFmt w:val="decimal"/>
      <w:pStyle w:val="Titre3"/>
      <w:lvlText w:val="%1.%2.%3)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0650DAF"/>
    <w:multiLevelType w:val="hybridMultilevel"/>
    <w:tmpl w:val="6A20CC72"/>
    <w:lvl w:ilvl="0" w:tplc="509E5574">
      <w:start w:val="1"/>
      <w:numFmt w:val="bullet"/>
      <w:lvlText w:val="­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EB08BB"/>
    <w:multiLevelType w:val="hybridMultilevel"/>
    <w:tmpl w:val="9D1E0B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D1481"/>
    <w:multiLevelType w:val="hybridMultilevel"/>
    <w:tmpl w:val="58624056"/>
    <w:lvl w:ilvl="0" w:tplc="5A84F090">
      <w:start w:val="1"/>
      <w:numFmt w:val="decimal"/>
      <w:lvlText w:val="Q%1 :"/>
      <w:lvlJc w:val="left"/>
      <w:pPr>
        <w:ind w:left="1794" w:hanging="360"/>
      </w:pPr>
      <w:rPr>
        <w:rFonts w:hint="default"/>
      </w:rPr>
    </w:lvl>
    <w:lvl w:ilvl="1" w:tplc="9050FADC">
      <w:start w:val="1"/>
      <w:numFmt w:val="decimal"/>
      <w:lvlText w:val="Q%2 :"/>
      <w:lvlJc w:val="left"/>
      <w:pPr>
        <w:ind w:left="1440" w:hanging="360"/>
      </w:pPr>
      <w:rPr>
        <w:rFonts w:hint="default"/>
        <w:b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B2619"/>
    <w:multiLevelType w:val="hybridMultilevel"/>
    <w:tmpl w:val="A3D4A254"/>
    <w:lvl w:ilvl="0" w:tplc="9BFC8D50">
      <w:start w:val="8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F438B"/>
    <w:multiLevelType w:val="hybridMultilevel"/>
    <w:tmpl w:val="DE200906"/>
    <w:lvl w:ilvl="0" w:tplc="7410242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54CDF"/>
    <w:multiLevelType w:val="hybridMultilevel"/>
    <w:tmpl w:val="DA4C18A0"/>
    <w:lvl w:ilvl="0" w:tplc="AA1C96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C2FEE"/>
    <w:multiLevelType w:val="hybridMultilevel"/>
    <w:tmpl w:val="ED4617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4644F"/>
    <w:multiLevelType w:val="hybridMultilevel"/>
    <w:tmpl w:val="E7067890"/>
    <w:lvl w:ilvl="0" w:tplc="040C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7" w15:restartNumberingAfterBreak="0">
    <w:nsid w:val="3600695E"/>
    <w:multiLevelType w:val="hybridMultilevel"/>
    <w:tmpl w:val="659ED0C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7EDB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C86B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36AE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6103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6169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BA36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1CD43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D641E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16251B5"/>
    <w:multiLevelType w:val="hybridMultilevel"/>
    <w:tmpl w:val="4F4C7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1E5B28">
      <w:numFmt w:val="bullet"/>
      <w:lvlText w:val="-"/>
      <w:lvlJc w:val="left"/>
      <w:pPr>
        <w:ind w:left="2160" w:hanging="360"/>
      </w:pPr>
      <w:rPr>
        <w:rFonts w:ascii="Amandine" w:eastAsia="Calibri" w:hAnsi="Amandine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374AE4"/>
    <w:multiLevelType w:val="hybridMultilevel"/>
    <w:tmpl w:val="99781ECC"/>
    <w:lvl w:ilvl="0" w:tplc="509E557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87424"/>
    <w:multiLevelType w:val="hybridMultilevel"/>
    <w:tmpl w:val="EB50ED56"/>
    <w:lvl w:ilvl="0" w:tplc="DBDC3CFC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C27F8E"/>
    <w:multiLevelType w:val="hybridMultilevel"/>
    <w:tmpl w:val="9AF8B6D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A544A"/>
    <w:multiLevelType w:val="hybridMultilevel"/>
    <w:tmpl w:val="CD40C3E2"/>
    <w:lvl w:ilvl="0" w:tplc="553EBC80">
      <w:start w:val="1"/>
      <w:numFmt w:val="bullet"/>
      <w:lvlText w:val="-"/>
      <w:lvlJc w:val="left"/>
      <w:pPr>
        <w:ind w:left="1801" w:hanging="360"/>
      </w:pPr>
      <w:rPr>
        <w:rFonts w:ascii="Arial" w:eastAsia="Arial" w:hAnsi="Arial" w:hint="default"/>
        <w:sz w:val="22"/>
        <w:szCs w:val="22"/>
      </w:rPr>
    </w:lvl>
    <w:lvl w:ilvl="1" w:tplc="2460BEB0">
      <w:start w:val="1"/>
      <w:numFmt w:val="bullet"/>
      <w:lvlText w:val="•"/>
      <w:lvlJc w:val="left"/>
      <w:pPr>
        <w:ind w:left="2731" w:hanging="360"/>
      </w:pPr>
      <w:rPr>
        <w:rFonts w:hint="default"/>
      </w:rPr>
    </w:lvl>
    <w:lvl w:ilvl="2" w:tplc="00E80E84">
      <w:start w:val="1"/>
      <w:numFmt w:val="bullet"/>
      <w:lvlText w:val="•"/>
      <w:lvlJc w:val="left"/>
      <w:pPr>
        <w:ind w:left="3661" w:hanging="360"/>
      </w:pPr>
      <w:rPr>
        <w:rFonts w:hint="default"/>
      </w:rPr>
    </w:lvl>
    <w:lvl w:ilvl="3" w:tplc="241E0B18">
      <w:start w:val="1"/>
      <w:numFmt w:val="bullet"/>
      <w:lvlText w:val="•"/>
      <w:lvlJc w:val="left"/>
      <w:pPr>
        <w:ind w:left="4591" w:hanging="360"/>
      </w:pPr>
      <w:rPr>
        <w:rFonts w:hint="default"/>
      </w:rPr>
    </w:lvl>
    <w:lvl w:ilvl="4" w:tplc="FFA61068">
      <w:start w:val="1"/>
      <w:numFmt w:val="bullet"/>
      <w:lvlText w:val="•"/>
      <w:lvlJc w:val="left"/>
      <w:pPr>
        <w:ind w:left="5521" w:hanging="360"/>
      </w:pPr>
      <w:rPr>
        <w:rFonts w:hint="default"/>
      </w:rPr>
    </w:lvl>
    <w:lvl w:ilvl="5" w:tplc="AAD8C260">
      <w:start w:val="1"/>
      <w:numFmt w:val="bullet"/>
      <w:lvlText w:val="•"/>
      <w:lvlJc w:val="left"/>
      <w:pPr>
        <w:ind w:left="6451" w:hanging="360"/>
      </w:pPr>
      <w:rPr>
        <w:rFonts w:hint="default"/>
      </w:rPr>
    </w:lvl>
    <w:lvl w:ilvl="6" w:tplc="7EE23E02">
      <w:start w:val="1"/>
      <w:numFmt w:val="bullet"/>
      <w:lvlText w:val="•"/>
      <w:lvlJc w:val="left"/>
      <w:pPr>
        <w:ind w:left="7381" w:hanging="360"/>
      </w:pPr>
      <w:rPr>
        <w:rFonts w:hint="default"/>
      </w:rPr>
    </w:lvl>
    <w:lvl w:ilvl="7" w:tplc="629C7420">
      <w:start w:val="1"/>
      <w:numFmt w:val="bullet"/>
      <w:lvlText w:val="•"/>
      <w:lvlJc w:val="left"/>
      <w:pPr>
        <w:ind w:left="8311" w:hanging="360"/>
      </w:pPr>
      <w:rPr>
        <w:rFonts w:hint="default"/>
      </w:rPr>
    </w:lvl>
    <w:lvl w:ilvl="8" w:tplc="6F56A7E6">
      <w:start w:val="1"/>
      <w:numFmt w:val="bullet"/>
      <w:lvlText w:val="•"/>
      <w:lvlJc w:val="left"/>
      <w:pPr>
        <w:ind w:left="9241" w:hanging="360"/>
      </w:pPr>
      <w:rPr>
        <w:rFonts w:hint="default"/>
      </w:rPr>
    </w:lvl>
  </w:abstractNum>
  <w:abstractNum w:abstractNumId="23" w15:restartNumberingAfterBreak="0">
    <w:nsid w:val="68957554"/>
    <w:multiLevelType w:val="hybridMultilevel"/>
    <w:tmpl w:val="B83E9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643404"/>
    <w:multiLevelType w:val="hybridMultilevel"/>
    <w:tmpl w:val="6FB85C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3179D2"/>
    <w:multiLevelType w:val="hybridMultilevel"/>
    <w:tmpl w:val="67B05A0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D7560"/>
    <w:multiLevelType w:val="multilevel"/>
    <w:tmpl w:val="B45A5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60905B6"/>
    <w:multiLevelType w:val="hybridMultilevel"/>
    <w:tmpl w:val="9C20E0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850CC8"/>
    <w:multiLevelType w:val="hybridMultilevel"/>
    <w:tmpl w:val="A99C51FC"/>
    <w:lvl w:ilvl="0" w:tplc="B1965BB6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DE5D85"/>
    <w:multiLevelType w:val="hybridMultilevel"/>
    <w:tmpl w:val="A0704FC6"/>
    <w:lvl w:ilvl="0" w:tplc="0DD8577C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16"/>
  </w:num>
  <w:num w:numId="4">
    <w:abstractNumId w:val="12"/>
  </w:num>
  <w:num w:numId="5">
    <w:abstractNumId w:val="18"/>
  </w:num>
  <w:num w:numId="6">
    <w:abstractNumId w:val="28"/>
  </w:num>
  <w:num w:numId="7">
    <w:abstractNumId w:val="25"/>
  </w:num>
  <w:num w:numId="8">
    <w:abstractNumId w:val="1"/>
  </w:num>
  <w:num w:numId="9">
    <w:abstractNumId w:val="6"/>
  </w:num>
  <w:num w:numId="10">
    <w:abstractNumId w:val="26"/>
  </w:num>
  <w:num w:numId="11">
    <w:abstractNumId w:val="23"/>
  </w:num>
  <w:num w:numId="12">
    <w:abstractNumId w:val="10"/>
  </w:num>
  <w:num w:numId="13">
    <w:abstractNumId w:val="26"/>
  </w:num>
  <w:num w:numId="14">
    <w:abstractNumId w:val="26"/>
  </w:num>
  <w:num w:numId="15">
    <w:abstractNumId w:val="26"/>
  </w:num>
  <w:num w:numId="16">
    <w:abstractNumId w:val="24"/>
  </w:num>
  <w:num w:numId="17">
    <w:abstractNumId w:val="7"/>
  </w:num>
  <w:num w:numId="18">
    <w:abstractNumId w:val="0"/>
  </w:num>
  <w:num w:numId="19">
    <w:abstractNumId w:val="26"/>
  </w:num>
  <w:num w:numId="20">
    <w:abstractNumId w:val="26"/>
  </w:num>
  <w:num w:numId="21">
    <w:abstractNumId w:val="26"/>
  </w:num>
  <w:num w:numId="22">
    <w:abstractNumId w:val="26"/>
  </w:num>
  <w:num w:numId="23">
    <w:abstractNumId w:val="17"/>
  </w:num>
  <w:num w:numId="24">
    <w:abstractNumId w:val="2"/>
  </w:num>
  <w:num w:numId="25">
    <w:abstractNumId w:val="13"/>
  </w:num>
  <w:num w:numId="26">
    <w:abstractNumId w:val="11"/>
  </w:num>
  <w:num w:numId="27">
    <w:abstractNumId w:val="26"/>
  </w:num>
  <w:num w:numId="28">
    <w:abstractNumId w:val="26"/>
  </w:num>
  <w:num w:numId="29">
    <w:abstractNumId w:val="26"/>
  </w:num>
  <w:num w:numId="30">
    <w:abstractNumId w:val="26"/>
  </w:num>
  <w:num w:numId="31">
    <w:abstractNumId w:val="26"/>
  </w:num>
  <w:num w:numId="32">
    <w:abstractNumId w:val="26"/>
  </w:num>
  <w:num w:numId="33">
    <w:abstractNumId w:val="21"/>
  </w:num>
  <w:num w:numId="34">
    <w:abstractNumId w:val="20"/>
  </w:num>
  <w:num w:numId="35">
    <w:abstractNumId w:val="29"/>
  </w:num>
  <w:num w:numId="36">
    <w:abstractNumId w:val="14"/>
  </w:num>
  <w:num w:numId="37">
    <w:abstractNumId w:val="3"/>
  </w:num>
  <w:num w:numId="38">
    <w:abstractNumId w:val="4"/>
  </w:num>
  <w:num w:numId="39">
    <w:abstractNumId w:val="15"/>
  </w:num>
  <w:num w:numId="40">
    <w:abstractNumId w:val="5"/>
  </w:num>
  <w:num w:numId="41">
    <w:abstractNumId w:val="27"/>
  </w:num>
  <w:num w:numId="42">
    <w:abstractNumId w:val="22"/>
  </w:num>
  <w:num w:numId="43">
    <w:abstractNumId w:val="19"/>
  </w:num>
  <w:num w:numId="4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2B"/>
    <w:rsid w:val="00025946"/>
    <w:rsid w:val="00025C9F"/>
    <w:rsid w:val="00026555"/>
    <w:rsid w:val="0003016F"/>
    <w:rsid w:val="00034DB3"/>
    <w:rsid w:val="00061760"/>
    <w:rsid w:val="00061FB7"/>
    <w:rsid w:val="000830E0"/>
    <w:rsid w:val="00083559"/>
    <w:rsid w:val="00084ECD"/>
    <w:rsid w:val="00097D1D"/>
    <w:rsid w:val="000B4D82"/>
    <w:rsid w:val="000B595B"/>
    <w:rsid w:val="000C5EA1"/>
    <w:rsid w:val="000D1300"/>
    <w:rsid w:val="000E08EA"/>
    <w:rsid w:val="000E5D6E"/>
    <w:rsid w:val="0010094F"/>
    <w:rsid w:val="001150AC"/>
    <w:rsid w:val="001210BE"/>
    <w:rsid w:val="00121E60"/>
    <w:rsid w:val="00122041"/>
    <w:rsid w:val="001630BA"/>
    <w:rsid w:val="001771C2"/>
    <w:rsid w:val="00184B7F"/>
    <w:rsid w:val="001B6658"/>
    <w:rsid w:val="001D4A86"/>
    <w:rsid w:val="001E4637"/>
    <w:rsid w:val="001E4AB0"/>
    <w:rsid w:val="001E4CFE"/>
    <w:rsid w:val="001E57F2"/>
    <w:rsid w:val="001F49FE"/>
    <w:rsid w:val="001F7D74"/>
    <w:rsid w:val="0020115C"/>
    <w:rsid w:val="002050C6"/>
    <w:rsid w:val="00250FD1"/>
    <w:rsid w:val="0026196D"/>
    <w:rsid w:val="00281A73"/>
    <w:rsid w:val="0028540E"/>
    <w:rsid w:val="002921F8"/>
    <w:rsid w:val="00295D8F"/>
    <w:rsid w:val="002B1045"/>
    <w:rsid w:val="002D50A1"/>
    <w:rsid w:val="002D6582"/>
    <w:rsid w:val="002E1DA0"/>
    <w:rsid w:val="002F262D"/>
    <w:rsid w:val="002F387B"/>
    <w:rsid w:val="003030A3"/>
    <w:rsid w:val="0031263C"/>
    <w:rsid w:val="00315DFE"/>
    <w:rsid w:val="00320DD2"/>
    <w:rsid w:val="00321AD2"/>
    <w:rsid w:val="00325C05"/>
    <w:rsid w:val="00330275"/>
    <w:rsid w:val="0033181F"/>
    <w:rsid w:val="003510A9"/>
    <w:rsid w:val="003618B9"/>
    <w:rsid w:val="0037397A"/>
    <w:rsid w:val="00385727"/>
    <w:rsid w:val="00392F0B"/>
    <w:rsid w:val="003B6711"/>
    <w:rsid w:val="003C3222"/>
    <w:rsid w:val="003C3921"/>
    <w:rsid w:val="003E2EAE"/>
    <w:rsid w:val="003F0891"/>
    <w:rsid w:val="003F1678"/>
    <w:rsid w:val="003F786B"/>
    <w:rsid w:val="0042665B"/>
    <w:rsid w:val="004334D6"/>
    <w:rsid w:val="00447EA5"/>
    <w:rsid w:val="00451202"/>
    <w:rsid w:val="00456566"/>
    <w:rsid w:val="00466FB5"/>
    <w:rsid w:val="004715C4"/>
    <w:rsid w:val="004729E2"/>
    <w:rsid w:val="00480A16"/>
    <w:rsid w:val="00485A5D"/>
    <w:rsid w:val="004B3E16"/>
    <w:rsid w:val="004E54C5"/>
    <w:rsid w:val="0051493C"/>
    <w:rsid w:val="00514C70"/>
    <w:rsid w:val="00540E30"/>
    <w:rsid w:val="00542C65"/>
    <w:rsid w:val="0054661A"/>
    <w:rsid w:val="0055209E"/>
    <w:rsid w:val="00563DCF"/>
    <w:rsid w:val="00570C1F"/>
    <w:rsid w:val="005728E1"/>
    <w:rsid w:val="00575674"/>
    <w:rsid w:val="00576456"/>
    <w:rsid w:val="00583EEB"/>
    <w:rsid w:val="00590DD7"/>
    <w:rsid w:val="005922F1"/>
    <w:rsid w:val="005A19A2"/>
    <w:rsid w:val="005A2F5B"/>
    <w:rsid w:val="005A572B"/>
    <w:rsid w:val="005B1D6A"/>
    <w:rsid w:val="005C0A2E"/>
    <w:rsid w:val="005D1C0B"/>
    <w:rsid w:val="005E533F"/>
    <w:rsid w:val="005E5E72"/>
    <w:rsid w:val="00611223"/>
    <w:rsid w:val="00612696"/>
    <w:rsid w:val="0061407A"/>
    <w:rsid w:val="00647B93"/>
    <w:rsid w:val="006519A0"/>
    <w:rsid w:val="00654FF5"/>
    <w:rsid w:val="0066148A"/>
    <w:rsid w:val="006766AC"/>
    <w:rsid w:val="00680325"/>
    <w:rsid w:val="006905B3"/>
    <w:rsid w:val="006A37B8"/>
    <w:rsid w:val="006A4935"/>
    <w:rsid w:val="006A6F88"/>
    <w:rsid w:val="006B3301"/>
    <w:rsid w:val="006B4354"/>
    <w:rsid w:val="006E302C"/>
    <w:rsid w:val="006E325C"/>
    <w:rsid w:val="006E559C"/>
    <w:rsid w:val="006F0EDD"/>
    <w:rsid w:val="006F0F7E"/>
    <w:rsid w:val="006F2858"/>
    <w:rsid w:val="006F3ED2"/>
    <w:rsid w:val="007058CF"/>
    <w:rsid w:val="00707D4E"/>
    <w:rsid w:val="00710D22"/>
    <w:rsid w:val="00713FC3"/>
    <w:rsid w:val="00725D36"/>
    <w:rsid w:val="00727ED0"/>
    <w:rsid w:val="0073431C"/>
    <w:rsid w:val="00744A95"/>
    <w:rsid w:val="00770D28"/>
    <w:rsid w:val="0079453B"/>
    <w:rsid w:val="00794FF9"/>
    <w:rsid w:val="007A13B6"/>
    <w:rsid w:val="007B149A"/>
    <w:rsid w:val="007B3A77"/>
    <w:rsid w:val="007C143C"/>
    <w:rsid w:val="007D1BB8"/>
    <w:rsid w:val="007E4FF7"/>
    <w:rsid w:val="007E7B1B"/>
    <w:rsid w:val="007F0852"/>
    <w:rsid w:val="008015FE"/>
    <w:rsid w:val="0080455E"/>
    <w:rsid w:val="008145D3"/>
    <w:rsid w:val="00823E0D"/>
    <w:rsid w:val="00826CA2"/>
    <w:rsid w:val="00834F6F"/>
    <w:rsid w:val="00842C22"/>
    <w:rsid w:val="00844B4B"/>
    <w:rsid w:val="00865A9B"/>
    <w:rsid w:val="0086761E"/>
    <w:rsid w:val="00883C9D"/>
    <w:rsid w:val="008B3F24"/>
    <w:rsid w:val="008B5FC2"/>
    <w:rsid w:val="008D6AF5"/>
    <w:rsid w:val="008F3E55"/>
    <w:rsid w:val="0090085C"/>
    <w:rsid w:val="009134C8"/>
    <w:rsid w:val="00915653"/>
    <w:rsid w:val="009216CA"/>
    <w:rsid w:val="00942662"/>
    <w:rsid w:val="00942DCF"/>
    <w:rsid w:val="009552A9"/>
    <w:rsid w:val="009651FC"/>
    <w:rsid w:val="009679EA"/>
    <w:rsid w:val="00980349"/>
    <w:rsid w:val="0098085D"/>
    <w:rsid w:val="0098715B"/>
    <w:rsid w:val="00992D82"/>
    <w:rsid w:val="00994B19"/>
    <w:rsid w:val="00996D0F"/>
    <w:rsid w:val="009A3A67"/>
    <w:rsid w:val="009C4C90"/>
    <w:rsid w:val="009D291A"/>
    <w:rsid w:val="009D2F66"/>
    <w:rsid w:val="00A050A6"/>
    <w:rsid w:val="00A11A65"/>
    <w:rsid w:val="00A2196C"/>
    <w:rsid w:val="00A27DB8"/>
    <w:rsid w:val="00A31F8F"/>
    <w:rsid w:val="00A40513"/>
    <w:rsid w:val="00A65F6D"/>
    <w:rsid w:val="00A842CB"/>
    <w:rsid w:val="00A93DE0"/>
    <w:rsid w:val="00A966E1"/>
    <w:rsid w:val="00AA1307"/>
    <w:rsid w:val="00AA2C63"/>
    <w:rsid w:val="00AA4FBB"/>
    <w:rsid w:val="00AA7DD0"/>
    <w:rsid w:val="00AB027A"/>
    <w:rsid w:val="00AB1040"/>
    <w:rsid w:val="00AB3B6E"/>
    <w:rsid w:val="00AB3BF4"/>
    <w:rsid w:val="00AC26F0"/>
    <w:rsid w:val="00AC5A80"/>
    <w:rsid w:val="00AD065D"/>
    <w:rsid w:val="00AD5C55"/>
    <w:rsid w:val="00AE5616"/>
    <w:rsid w:val="00B071CC"/>
    <w:rsid w:val="00B134D0"/>
    <w:rsid w:val="00B16BAA"/>
    <w:rsid w:val="00B1794B"/>
    <w:rsid w:val="00B21C46"/>
    <w:rsid w:val="00B27C56"/>
    <w:rsid w:val="00B36DC0"/>
    <w:rsid w:val="00B45BBF"/>
    <w:rsid w:val="00B50CB3"/>
    <w:rsid w:val="00B742E2"/>
    <w:rsid w:val="00B82856"/>
    <w:rsid w:val="00B93301"/>
    <w:rsid w:val="00BA573D"/>
    <w:rsid w:val="00BB3B99"/>
    <w:rsid w:val="00BD20C7"/>
    <w:rsid w:val="00BD433B"/>
    <w:rsid w:val="00BE7360"/>
    <w:rsid w:val="00C06CD1"/>
    <w:rsid w:val="00C075F4"/>
    <w:rsid w:val="00C17085"/>
    <w:rsid w:val="00C33C88"/>
    <w:rsid w:val="00C43CCF"/>
    <w:rsid w:val="00C44DF9"/>
    <w:rsid w:val="00C45E60"/>
    <w:rsid w:val="00C46EC6"/>
    <w:rsid w:val="00C53F0E"/>
    <w:rsid w:val="00C5476A"/>
    <w:rsid w:val="00C63845"/>
    <w:rsid w:val="00C6447C"/>
    <w:rsid w:val="00C668F6"/>
    <w:rsid w:val="00C81C9E"/>
    <w:rsid w:val="00C83058"/>
    <w:rsid w:val="00C84564"/>
    <w:rsid w:val="00C845B5"/>
    <w:rsid w:val="00C87EE7"/>
    <w:rsid w:val="00CA470F"/>
    <w:rsid w:val="00CA748B"/>
    <w:rsid w:val="00CE2087"/>
    <w:rsid w:val="00CE70F1"/>
    <w:rsid w:val="00CF12CB"/>
    <w:rsid w:val="00D13EE4"/>
    <w:rsid w:val="00D37CF8"/>
    <w:rsid w:val="00D477B0"/>
    <w:rsid w:val="00D544EF"/>
    <w:rsid w:val="00D81774"/>
    <w:rsid w:val="00D85190"/>
    <w:rsid w:val="00DB6A54"/>
    <w:rsid w:val="00DC4733"/>
    <w:rsid w:val="00DE702B"/>
    <w:rsid w:val="00DE7A58"/>
    <w:rsid w:val="00E02C26"/>
    <w:rsid w:val="00E06671"/>
    <w:rsid w:val="00E3127D"/>
    <w:rsid w:val="00E34486"/>
    <w:rsid w:val="00E363D2"/>
    <w:rsid w:val="00E42E64"/>
    <w:rsid w:val="00E45161"/>
    <w:rsid w:val="00E60758"/>
    <w:rsid w:val="00E726A0"/>
    <w:rsid w:val="00E85757"/>
    <w:rsid w:val="00E877C7"/>
    <w:rsid w:val="00E90CD3"/>
    <w:rsid w:val="00E9783D"/>
    <w:rsid w:val="00EA160C"/>
    <w:rsid w:val="00EB64E3"/>
    <w:rsid w:val="00EC5297"/>
    <w:rsid w:val="00EC75F9"/>
    <w:rsid w:val="00ED0AD6"/>
    <w:rsid w:val="00ED3DAB"/>
    <w:rsid w:val="00EF2E5B"/>
    <w:rsid w:val="00EF7728"/>
    <w:rsid w:val="00F026E1"/>
    <w:rsid w:val="00F03FB4"/>
    <w:rsid w:val="00F2021E"/>
    <w:rsid w:val="00F31F58"/>
    <w:rsid w:val="00F4486B"/>
    <w:rsid w:val="00F53254"/>
    <w:rsid w:val="00F53AC9"/>
    <w:rsid w:val="00F63717"/>
    <w:rsid w:val="00F64BE7"/>
    <w:rsid w:val="00F65679"/>
    <w:rsid w:val="00F70916"/>
    <w:rsid w:val="00F8017E"/>
    <w:rsid w:val="00F80696"/>
    <w:rsid w:val="00F839BA"/>
    <w:rsid w:val="00F858F5"/>
    <w:rsid w:val="00F9409D"/>
    <w:rsid w:val="00FA1F94"/>
    <w:rsid w:val="00FB0EF7"/>
    <w:rsid w:val="00FB5996"/>
    <w:rsid w:val="00FC66F2"/>
    <w:rsid w:val="00FD18BF"/>
    <w:rsid w:val="00FF0C5B"/>
    <w:rsid w:val="00FF13B5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D2FE3F-7BE9-4294-9F35-7EC7B34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B6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DE7A58"/>
    <w:pPr>
      <w:keepNext/>
      <w:keepLines/>
      <w:numPr>
        <w:numId w:val="2"/>
      </w:numPr>
      <w:spacing w:after="120"/>
      <w:ind w:left="0" w:hanging="426"/>
      <w:outlineLvl w:val="0"/>
    </w:pPr>
    <w:rPr>
      <w:rFonts w:ascii="Comic Sans MS" w:eastAsia="Times New Roman" w:hAnsi="Comic Sans MS" w:cstheme="majorBidi"/>
      <w:b/>
      <w:bCs/>
      <w:color w:val="0000F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447C"/>
    <w:pPr>
      <w:keepNext/>
      <w:keepLines/>
      <w:numPr>
        <w:ilvl w:val="1"/>
        <w:numId w:val="2"/>
      </w:numPr>
      <w:spacing w:after="60"/>
      <w:jc w:val="left"/>
      <w:outlineLvl w:val="1"/>
    </w:pPr>
    <w:rPr>
      <w:rFonts w:ascii="Arial" w:eastAsiaTheme="majorEastAsia" w:hAnsi="Arial" w:cs="Arial"/>
      <w:b/>
      <w:bCs/>
      <w:color w:val="FF0000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447C"/>
    <w:pPr>
      <w:keepNext/>
      <w:keepLines/>
      <w:numPr>
        <w:ilvl w:val="2"/>
        <w:numId w:val="2"/>
      </w:numPr>
      <w:jc w:val="left"/>
      <w:outlineLvl w:val="2"/>
    </w:pPr>
    <w:rPr>
      <w:rFonts w:eastAsiaTheme="majorEastAsia"/>
      <w:b/>
      <w:bCs/>
      <w:color w:val="00B050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447C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447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447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447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447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Grand Titre"/>
    <w:basedOn w:val="Normal"/>
    <w:next w:val="Normal"/>
    <w:link w:val="TitreCar"/>
    <w:autoRedefine/>
    <w:uiPriority w:val="10"/>
    <w:qFormat/>
    <w:rsid w:val="00C44DF9"/>
    <w:pPr>
      <w:spacing w:after="240"/>
      <w:jc w:val="center"/>
      <w:outlineLvl w:val="0"/>
    </w:pPr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Car">
    <w:name w:val="Titre Car"/>
    <w:aliases w:val="Grand Titre Car"/>
    <w:basedOn w:val="Policepardfaut"/>
    <w:link w:val="Titre"/>
    <w:uiPriority w:val="10"/>
    <w:rsid w:val="00C44DF9"/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DE7A58"/>
    <w:rPr>
      <w:rFonts w:ascii="Comic Sans MS" w:eastAsia="Times New Roman" w:hAnsi="Comic Sans MS" w:cstheme="majorBidi"/>
      <w:b/>
      <w:bCs/>
      <w:color w:val="0000FF"/>
      <w:sz w:val="28"/>
      <w:szCs w:val="28"/>
      <w:u w:val="single"/>
    </w:rPr>
  </w:style>
  <w:style w:type="paragraph" w:styleId="Paragraphedeliste">
    <w:name w:val="List Paragraph"/>
    <w:basedOn w:val="Normal"/>
    <w:uiPriority w:val="34"/>
    <w:qFormat/>
    <w:rsid w:val="00A93DE0"/>
    <w:pPr>
      <w:contextualSpacing/>
      <w:jc w:val="left"/>
    </w:pPr>
    <w:rPr>
      <w:rFonts w:ascii="Arial" w:hAnsi="Arial" w:cs="Arial"/>
      <w:b/>
      <w:color w:val="FF0000"/>
    </w:rPr>
  </w:style>
  <w:style w:type="character" w:customStyle="1" w:styleId="Titre2Car">
    <w:name w:val="Titre 2 Car"/>
    <w:basedOn w:val="Policepardfaut"/>
    <w:link w:val="Titre2"/>
    <w:uiPriority w:val="9"/>
    <w:rsid w:val="00C6447C"/>
    <w:rPr>
      <w:rFonts w:ascii="Arial" w:eastAsiaTheme="majorEastAsia" w:hAnsi="Arial" w:cs="Arial"/>
      <w:b/>
      <w:bCs/>
      <w:color w:val="FF0000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6447C"/>
    <w:rPr>
      <w:rFonts w:ascii="Times New Roman" w:eastAsiaTheme="majorEastAsia" w:hAnsi="Times New Roman" w:cs="Times New Roman"/>
      <w:b/>
      <w:bCs/>
      <w:color w:val="00B050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C644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644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644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3254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3254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B21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1C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74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748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1269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0115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25946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paragraph" w:customStyle="1" w:styleId="Norma1">
    <w:name w:val="Norma 1"/>
    <w:basedOn w:val="Normal"/>
    <w:link w:val="Norma1Car"/>
    <w:qFormat/>
    <w:rsid w:val="001150AC"/>
    <w:pPr>
      <w:spacing w:after="120"/>
    </w:pPr>
  </w:style>
  <w:style w:type="paragraph" w:customStyle="1" w:styleId="Normal1">
    <w:name w:val="Normal1"/>
    <w:basedOn w:val="Normal"/>
    <w:qFormat/>
    <w:rsid w:val="00250FD1"/>
    <w:pPr>
      <w:tabs>
        <w:tab w:val="left" w:pos="5643"/>
      </w:tabs>
      <w:spacing w:after="120"/>
    </w:pPr>
    <w:rPr>
      <w:rFonts w:eastAsia="Times New Roman"/>
      <w:szCs w:val="32"/>
      <w:lang w:eastAsia="fr-FR"/>
    </w:rPr>
  </w:style>
  <w:style w:type="character" w:customStyle="1" w:styleId="Norma1Car">
    <w:name w:val="Norma 1 Car"/>
    <w:basedOn w:val="Policepardfaut"/>
    <w:link w:val="Norma1"/>
    <w:rsid w:val="001150AC"/>
    <w:rPr>
      <w:rFonts w:ascii="Times New Roman" w:hAnsi="Times New Roman" w:cs="Times New Roman"/>
      <w:sz w:val="24"/>
      <w:szCs w:val="24"/>
    </w:rPr>
  </w:style>
  <w:style w:type="table" w:customStyle="1" w:styleId="Grilledutableau2">
    <w:name w:val="Grille du tableau2"/>
    <w:basedOn w:val="TableauNormal"/>
    <w:next w:val="Grilledutableau"/>
    <w:uiPriority w:val="59"/>
    <w:rsid w:val="009C4C9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942662"/>
    <w:pPr>
      <w:widowControl w:val="0"/>
      <w:ind w:left="733"/>
      <w:jc w:val="left"/>
    </w:pPr>
    <w:rPr>
      <w:rFonts w:ascii="Arial" w:eastAsia="Arial" w:hAnsi="Arial" w:cstheme="minorBidi"/>
      <w:sz w:val="22"/>
      <w:szCs w:val="22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942662"/>
    <w:rPr>
      <w:rFonts w:ascii="Arial" w:eastAsia="Arial" w:hAnsi="Arial"/>
      <w:lang w:val="en-US"/>
    </w:rPr>
  </w:style>
  <w:style w:type="character" w:styleId="Textedelespacerserv">
    <w:name w:val="Placeholder Text"/>
    <w:basedOn w:val="Policepardfaut"/>
    <w:uiPriority w:val="99"/>
    <w:semiHidden/>
    <w:rsid w:val="00F31F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s://www.maisonentravaux.fr/fenetres/fenetre-pvc-alu-bois/prix-puits-de-lumiere-vs-fenetre-de-toit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www.prix-pose.com/puits-de-lumiere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so\AppData\Roaming\Microsoft\Templates\Mod&#233;le%20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E6C51-16A5-4AFA-A8B3-7A52EBD9A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Modéle Cours.dotx</Template>
  <TotalTime>195</TotalTime>
  <Pages>3</Pages>
  <Words>1014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peuge</cp:lastModifiedBy>
  <cp:revision>49</cp:revision>
  <cp:lastPrinted>2024-10-20T15:42:00Z</cp:lastPrinted>
  <dcterms:created xsi:type="dcterms:W3CDTF">2020-02-24T17:06:00Z</dcterms:created>
  <dcterms:modified xsi:type="dcterms:W3CDTF">2024-10-20T15:42:00Z</dcterms:modified>
</cp:coreProperties>
</file>